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683CF" w14:textId="77777777" w:rsidR="00AA7A67" w:rsidRPr="00701966" w:rsidRDefault="00AA7A67" w:rsidP="00AA7A67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Hlk176178282"/>
      <w:r w:rsidRPr="00701966">
        <w:rPr>
          <w:rFonts w:ascii="Corbel" w:hAnsi="Corbel"/>
          <w:bCs/>
          <w:i/>
          <w:sz w:val="24"/>
          <w:szCs w:val="24"/>
        </w:rPr>
        <w:t>Załącznik nr 1.5 do Zarządzenia Rektora UR  nr 61/2025</w:t>
      </w:r>
    </w:p>
    <w:p w14:paraId="45FB0FF5" w14:textId="77777777" w:rsidR="008B52ED" w:rsidRDefault="008B52ED" w:rsidP="00AA7A6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23B6EED" w14:textId="035744E7" w:rsidR="00AA7A67" w:rsidRPr="00701966" w:rsidRDefault="00AA7A67" w:rsidP="00AA7A6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1966">
        <w:rPr>
          <w:rFonts w:ascii="Corbel" w:hAnsi="Corbel"/>
          <w:b/>
          <w:smallCaps/>
          <w:sz w:val="24"/>
          <w:szCs w:val="24"/>
        </w:rPr>
        <w:t>SYLABUS</w:t>
      </w:r>
    </w:p>
    <w:p w14:paraId="3D1B1B97" w14:textId="16B7DB17" w:rsidR="00AA7A67" w:rsidRPr="00701966" w:rsidRDefault="00AA7A67" w:rsidP="00AA7A6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196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54553">
        <w:rPr>
          <w:rFonts w:ascii="Corbel" w:hAnsi="Corbel"/>
          <w:b/>
          <w:smallCaps/>
          <w:sz w:val="24"/>
          <w:szCs w:val="24"/>
        </w:rPr>
        <w:t xml:space="preserve">      </w:t>
      </w:r>
      <w:r w:rsidRPr="00701966">
        <w:rPr>
          <w:rFonts w:ascii="Corbel" w:hAnsi="Corbel"/>
          <w:i/>
          <w:smallCaps/>
          <w:sz w:val="24"/>
          <w:szCs w:val="24"/>
        </w:rPr>
        <w:t xml:space="preserve"> 2025-2027</w:t>
      </w:r>
    </w:p>
    <w:p w14:paraId="53FE511D" w14:textId="072B8A3F" w:rsidR="00AA7A67" w:rsidRPr="00701966" w:rsidRDefault="00AA7A67" w:rsidP="00654553">
      <w:pPr>
        <w:spacing w:after="0" w:line="240" w:lineRule="auto"/>
        <w:ind w:left="4956" w:firstLine="708"/>
        <w:jc w:val="both"/>
        <w:rPr>
          <w:rFonts w:ascii="Corbel" w:hAnsi="Corbel"/>
          <w:sz w:val="24"/>
          <w:szCs w:val="24"/>
        </w:rPr>
      </w:pPr>
      <w:r w:rsidRPr="00701966">
        <w:rPr>
          <w:rFonts w:ascii="Corbel" w:hAnsi="Corbel"/>
          <w:i/>
          <w:sz w:val="24"/>
          <w:szCs w:val="24"/>
        </w:rPr>
        <w:t>(skrajne daty</w:t>
      </w:r>
      <w:r w:rsidRPr="00701966">
        <w:rPr>
          <w:rFonts w:ascii="Corbel" w:hAnsi="Corbel"/>
          <w:sz w:val="24"/>
          <w:szCs w:val="24"/>
        </w:rPr>
        <w:t>)</w:t>
      </w:r>
    </w:p>
    <w:p w14:paraId="1DA15C72" w14:textId="2C7C2F84" w:rsidR="00F23E6C" w:rsidRPr="00F23E6C" w:rsidRDefault="00AA7A67" w:rsidP="00AA7A67">
      <w:pPr>
        <w:suppressAutoHyphens/>
        <w:spacing w:after="0" w:line="240" w:lineRule="exact"/>
        <w:ind w:left="2832" w:firstLine="708"/>
        <w:rPr>
          <w:rFonts w:ascii="Corbel" w:hAnsi="Corbel"/>
          <w:sz w:val="20"/>
          <w:szCs w:val="20"/>
          <w:lang w:eastAsia="ar-SA"/>
        </w:rPr>
      </w:pPr>
      <w:r w:rsidRPr="00701966">
        <w:rPr>
          <w:rFonts w:ascii="Corbel" w:hAnsi="Corbel"/>
          <w:sz w:val="24"/>
          <w:szCs w:val="24"/>
        </w:rPr>
        <w:t>Rok akademicki   2025/2026</w:t>
      </w:r>
    </w:p>
    <w:bookmarkEnd w:id="0"/>
    <w:p w14:paraId="0345FD1D" w14:textId="77777777" w:rsidR="00AE66BB" w:rsidRDefault="00AE66B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B3E6A1" w14:textId="4F2616D0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E5A0C" w:rsidRPr="009C54AE" w14:paraId="6B9F29F7" w14:textId="77777777" w:rsidTr="19743CEF">
        <w:tc>
          <w:tcPr>
            <w:tcW w:w="2694" w:type="dxa"/>
            <w:vAlign w:val="center"/>
          </w:tcPr>
          <w:p w14:paraId="4EA384CE" w14:textId="77777777" w:rsidR="005E5A0C" w:rsidRPr="009C54AE" w:rsidRDefault="005E5A0C" w:rsidP="005E5A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2AB643" w14:textId="3C86D38C" w:rsidR="005E5A0C" w:rsidRPr="009C54AE" w:rsidRDefault="005E5A0C" w:rsidP="19743CEF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19743CEF">
              <w:rPr>
                <w:rFonts w:ascii="Corbel" w:hAnsi="Corbel"/>
                <w:bCs/>
                <w:sz w:val="24"/>
                <w:szCs w:val="24"/>
              </w:rPr>
              <w:t>Bezpieczeństwo państwa w doktrynie i praktyce polityczno-prawnej</w:t>
            </w:r>
          </w:p>
        </w:tc>
      </w:tr>
      <w:tr w:rsidR="005E5A0C" w:rsidRPr="009C54AE" w14:paraId="51C045D2" w14:textId="77777777" w:rsidTr="19743CEF">
        <w:tc>
          <w:tcPr>
            <w:tcW w:w="2694" w:type="dxa"/>
            <w:vAlign w:val="center"/>
          </w:tcPr>
          <w:p w14:paraId="5419CBDC" w14:textId="77777777" w:rsidR="005E5A0C" w:rsidRPr="009C54AE" w:rsidRDefault="005E5A0C" w:rsidP="005E5A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AE9CBF" w14:textId="7A2A4113" w:rsidR="005E5A0C" w:rsidRPr="009C54AE" w:rsidRDefault="005E5A0C" w:rsidP="005E5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>A2SO17</w:t>
            </w:r>
          </w:p>
        </w:tc>
      </w:tr>
      <w:tr w:rsidR="005E5A0C" w:rsidRPr="009C54AE" w14:paraId="6A0A61B7" w14:textId="77777777" w:rsidTr="19743CEF">
        <w:tc>
          <w:tcPr>
            <w:tcW w:w="2694" w:type="dxa"/>
            <w:vAlign w:val="center"/>
          </w:tcPr>
          <w:p w14:paraId="58435BA2" w14:textId="77777777" w:rsidR="005E5A0C" w:rsidRPr="009C54AE" w:rsidRDefault="005E5A0C" w:rsidP="005E5A0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1F4798" w14:textId="40008C5B" w:rsidR="005E5A0C" w:rsidRPr="009C54AE" w:rsidRDefault="00654553" w:rsidP="19743C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  <w:r w:rsidR="005E5A0C" w:rsidRPr="19743C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E5A0C" w:rsidRPr="009C54AE" w14:paraId="0A06D3EA" w14:textId="77777777" w:rsidTr="19743CEF">
        <w:tc>
          <w:tcPr>
            <w:tcW w:w="2694" w:type="dxa"/>
            <w:vAlign w:val="center"/>
          </w:tcPr>
          <w:p w14:paraId="2B539EF8" w14:textId="77777777" w:rsidR="005E5A0C" w:rsidRPr="009C54AE" w:rsidRDefault="005E5A0C" w:rsidP="005E5A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0662BD" w14:textId="22C6C3A7" w:rsidR="005E5A0C" w:rsidRPr="009C54AE" w:rsidRDefault="00654553" w:rsidP="19743C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5E5A0C" w:rsidRPr="19743CEF">
              <w:rPr>
                <w:rFonts w:ascii="Corbel" w:hAnsi="Corbel"/>
                <w:b w:val="0"/>
                <w:sz w:val="24"/>
                <w:szCs w:val="24"/>
              </w:rPr>
              <w:t xml:space="preserve"> Nauk </w:t>
            </w:r>
            <w:proofErr w:type="spellStart"/>
            <w:r w:rsidR="005E5A0C" w:rsidRPr="19743CEF">
              <w:rPr>
                <w:rFonts w:ascii="Corbel" w:hAnsi="Corbel"/>
                <w:b w:val="0"/>
                <w:sz w:val="24"/>
                <w:szCs w:val="24"/>
              </w:rPr>
              <w:t>Historyczno</w:t>
            </w:r>
            <w:proofErr w:type="spellEnd"/>
            <w:r w:rsidR="005E5A0C" w:rsidRPr="19743CEF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proofErr w:type="spellStart"/>
            <w:r w:rsidR="005E5A0C" w:rsidRPr="19743CEF">
              <w:rPr>
                <w:rFonts w:ascii="Corbel" w:hAnsi="Corbel"/>
                <w:b w:val="0"/>
                <w:sz w:val="24"/>
                <w:szCs w:val="24"/>
              </w:rPr>
              <w:t>Teoretyczno</w:t>
            </w:r>
            <w:proofErr w:type="spellEnd"/>
            <w:r w:rsidR="005E5A0C" w:rsidRPr="19743CEF">
              <w:rPr>
                <w:rFonts w:ascii="Corbel" w:hAnsi="Corbel"/>
                <w:b w:val="0"/>
                <w:sz w:val="24"/>
                <w:szCs w:val="24"/>
              </w:rPr>
              <w:t xml:space="preserve"> Prawnych</w:t>
            </w:r>
          </w:p>
        </w:tc>
      </w:tr>
      <w:tr w:rsidR="0085747A" w:rsidRPr="009C54AE" w14:paraId="3D3F3065" w14:textId="77777777" w:rsidTr="19743CEF">
        <w:tc>
          <w:tcPr>
            <w:tcW w:w="2694" w:type="dxa"/>
            <w:vAlign w:val="center"/>
          </w:tcPr>
          <w:p w14:paraId="42FC77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6EF1CD" w14:textId="77777777" w:rsidR="0085747A" w:rsidRPr="009C54AE" w:rsidRDefault="00EC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57C6C664" w14:textId="77777777" w:rsidTr="19743CEF">
        <w:tc>
          <w:tcPr>
            <w:tcW w:w="2694" w:type="dxa"/>
            <w:vAlign w:val="center"/>
          </w:tcPr>
          <w:p w14:paraId="3C3074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E881C2" w14:textId="77777777" w:rsidR="0085747A" w:rsidRPr="009C54AE" w:rsidRDefault="00EC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13793A6D" w14:textId="77777777" w:rsidTr="19743CEF">
        <w:tc>
          <w:tcPr>
            <w:tcW w:w="2694" w:type="dxa"/>
            <w:vAlign w:val="center"/>
          </w:tcPr>
          <w:p w14:paraId="7FB5DF2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3E48BB" w14:textId="77777777" w:rsidR="0085747A" w:rsidRPr="009C54AE" w:rsidRDefault="00EC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999456E" w14:textId="77777777" w:rsidTr="19743CEF">
        <w:tc>
          <w:tcPr>
            <w:tcW w:w="2694" w:type="dxa"/>
            <w:vAlign w:val="center"/>
          </w:tcPr>
          <w:p w14:paraId="2CC331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5534B" w14:textId="77777777" w:rsidR="0085747A" w:rsidRPr="009C54AE" w:rsidRDefault="00EC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60555E8" w14:textId="77777777" w:rsidTr="19743CEF">
        <w:tc>
          <w:tcPr>
            <w:tcW w:w="2694" w:type="dxa"/>
            <w:vAlign w:val="center"/>
          </w:tcPr>
          <w:p w14:paraId="280956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5B1370" w14:textId="061C66F2" w:rsidR="0085747A" w:rsidRPr="009C54AE" w:rsidRDefault="00EC0465" w:rsidP="19743C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9743CE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6DDDD960" w:rsidRPr="19743CEF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19743CEF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159B8789" w14:textId="77777777" w:rsidTr="19743CEF">
        <w:tc>
          <w:tcPr>
            <w:tcW w:w="2694" w:type="dxa"/>
            <w:vAlign w:val="center"/>
          </w:tcPr>
          <w:p w14:paraId="15BD4A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EC3435" w14:textId="77777777" w:rsidR="0085747A" w:rsidRPr="009C54AE" w:rsidRDefault="00EC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664FC03" w14:textId="77777777" w:rsidTr="19743CEF">
        <w:tc>
          <w:tcPr>
            <w:tcW w:w="2694" w:type="dxa"/>
            <w:vAlign w:val="center"/>
          </w:tcPr>
          <w:p w14:paraId="0AAB41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035872" w14:textId="77777777" w:rsidR="00923D7D" w:rsidRPr="009C54AE" w:rsidRDefault="00EC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2F65031" w14:textId="77777777" w:rsidTr="19743CEF">
        <w:tc>
          <w:tcPr>
            <w:tcW w:w="2694" w:type="dxa"/>
            <w:vAlign w:val="center"/>
          </w:tcPr>
          <w:p w14:paraId="6B24B6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78AF9F" w14:textId="77777777" w:rsidR="0085747A" w:rsidRPr="009C54AE" w:rsidRDefault="00EC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>dr hab. A. Łuszczyński, prof. UR</w:t>
            </w:r>
          </w:p>
        </w:tc>
      </w:tr>
      <w:tr w:rsidR="008207E7" w:rsidRPr="009C54AE" w14:paraId="5AAA79AD" w14:textId="77777777" w:rsidTr="19743CEF">
        <w:tc>
          <w:tcPr>
            <w:tcW w:w="2694" w:type="dxa"/>
            <w:vAlign w:val="center"/>
          </w:tcPr>
          <w:p w14:paraId="3E6F0ACB" w14:textId="77777777" w:rsidR="008207E7" w:rsidRPr="009C54AE" w:rsidRDefault="008207E7" w:rsidP="008207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FDE0EB" w14:textId="27FE061A" w:rsidR="008207E7" w:rsidRPr="009C54AE" w:rsidRDefault="008207E7" w:rsidP="008207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2037D">
              <w:rPr>
                <w:rFonts w:ascii="Corbel" w:hAnsi="Corbel"/>
                <w:b w:val="0"/>
                <w:sz w:val="24"/>
                <w:szCs w:val="24"/>
              </w:rPr>
              <w:t>M.</w:t>
            </w:r>
            <w:r w:rsidR="006545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2037D">
              <w:rPr>
                <w:rFonts w:ascii="Corbel" w:hAnsi="Corbel"/>
                <w:b w:val="0"/>
                <w:sz w:val="24"/>
                <w:szCs w:val="24"/>
              </w:rPr>
              <w:t>Niemczyk</w:t>
            </w:r>
          </w:p>
        </w:tc>
      </w:tr>
    </w:tbl>
    <w:p w14:paraId="590AC7A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025089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C6867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915"/>
        <w:gridCol w:w="747"/>
        <w:gridCol w:w="827"/>
        <w:gridCol w:w="780"/>
        <w:gridCol w:w="957"/>
        <w:gridCol w:w="1206"/>
        <w:gridCol w:w="1545"/>
      </w:tblGrid>
      <w:tr w:rsidR="00015B8F" w:rsidRPr="009C54AE" w14:paraId="71AC2994" w14:textId="77777777" w:rsidTr="17866FC4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F46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FAAC8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55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F60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33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1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39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A29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A0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94A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3E97C5" w14:textId="77777777" w:rsidTr="00654553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0720" w14:textId="0ABF4D5C" w:rsidR="00015B8F" w:rsidRPr="009C54AE" w:rsidRDefault="008207E7" w:rsidP="006545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5A47" w14:textId="77777777" w:rsidR="00015B8F" w:rsidRPr="009C54AE" w:rsidRDefault="00015B8F" w:rsidP="006545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0ED0" w14:textId="7A3B1AB6" w:rsidR="00015B8F" w:rsidRPr="009C54AE" w:rsidRDefault="00015B8F" w:rsidP="006545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242A" w14:textId="217ABD2D" w:rsidR="00015B8F" w:rsidRPr="009C54AE" w:rsidRDefault="432F276C" w:rsidP="006545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7866FC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60F5" w14:textId="77777777" w:rsidR="00015B8F" w:rsidRPr="009C54AE" w:rsidRDefault="00015B8F" w:rsidP="006545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8107" w14:textId="77777777" w:rsidR="00015B8F" w:rsidRPr="009C54AE" w:rsidRDefault="00015B8F" w:rsidP="006545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C435" w14:textId="77777777" w:rsidR="00015B8F" w:rsidRPr="009C54AE" w:rsidRDefault="00015B8F" w:rsidP="006545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F6DB" w14:textId="77777777" w:rsidR="00015B8F" w:rsidRPr="009C54AE" w:rsidRDefault="00015B8F" w:rsidP="006545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DB9E" w14:textId="77777777" w:rsidR="00015B8F" w:rsidRPr="009C54AE" w:rsidRDefault="00015B8F" w:rsidP="006545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0EC0" w14:textId="77777777" w:rsidR="00015B8F" w:rsidRPr="009C54AE" w:rsidRDefault="00EC0465" w:rsidP="006545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C0226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BD1681" w14:textId="51FB79A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69EE9416" w14:textId="77777777" w:rsidR="00654553" w:rsidRPr="009C54AE" w:rsidRDefault="0065455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9151B9E" w14:textId="00B40F13" w:rsidR="0085747A" w:rsidRPr="009C54AE" w:rsidRDefault="006545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4553">
        <w:rPr>
          <w:rFonts w:ascii="Corbel" w:eastAsia="MS Gothic" w:hAnsi="Corbel" w:cs="MS Gothic"/>
          <w:b w:val="0"/>
          <w:szCs w:val="24"/>
        </w:rPr>
        <w:t xml:space="preserve"> </w:t>
      </w:r>
      <w:r w:rsidR="00EC0465" w:rsidRPr="00654553">
        <w:rPr>
          <w:rFonts w:ascii="Corbel" w:eastAsia="MS Gothic" w:hAnsi="Corbel" w:cs="MS Gothic"/>
          <w:b w:val="0"/>
          <w:szCs w:val="24"/>
        </w:rPr>
        <w:t>X</w:t>
      </w:r>
      <w:r w:rsidR="00EC0465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9D164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0B3B48" w14:textId="77777777" w:rsidR="0085747A" w:rsidRPr="009C54AE" w:rsidRDefault="0085747A" w:rsidP="0065455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6D3A23" w14:textId="1C5C3A71" w:rsidR="00654553" w:rsidRDefault="00E22FBC" w:rsidP="006545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9743CEF">
        <w:rPr>
          <w:rFonts w:ascii="Corbel" w:hAnsi="Corbel"/>
          <w:smallCaps w:val="0"/>
        </w:rPr>
        <w:t xml:space="preserve">1.3 </w:t>
      </w:r>
      <w:r>
        <w:tab/>
      </w:r>
      <w:r w:rsidRPr="19743CEF">
        <w:rPr>
          <w:rFonts w:ascii="Corbel" w:hAnsi="Corbel"/>
          <w:smallCaps w:val="0"/>
        </w:rPr>
        <w:t>For</w:t>
      </w:r>
      <w:r w:rsidR="00445970" w:rsidRPr="19743CEF">
        <w:rPr>
          <w:rFonts w:ascii="Corbel" w:hAnsi="Corbel"/>
          <w:smallCaps w:val="0"/>
        </w:rPr>
        <w:t xml:space="preserve">ma zaliczenia przedmiotu </w:t>
      </w:r>
      <w:r w:rsidRPr="19743CEF">
        <w:rPr>
          <w:rFonts w:ascii="Corbel" w:hAnsi="Corbel"/>
          <w:smallCaps w:val="0"/>
        </w:rPr>
        <w:t xml:space="preserve">(z toku) </w:t>
      </w:r>
      <w:r w:rsidRPr="19743CEF">
        <w:rPr>
          <w:rFonts w:ascii="Corbel" w:hAnsi="Corbel"/>
          <w:b w:val="0"/>
          <w:smallCaps w:val="0"/>
        </w:rPr>
        <w:t>(egzamin, zaliczenie z oceną, zaliczenie bez oceny)</w:t>
      </w:r>
    </w:p>
    <w:p w14:paraId="7DE15D0E" w14:textId="77777777" w:rsidR="00654553" w:rsidRDefault="00654553" w:rsidP="006545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</w:p>
    <w:p w14:paraId="16EE0CA1" w14:textId="193ABFEB" w:rsidR="00B72070" w:rsidRPr="00B72070" w:rsidRDefault="00654553" w:rsidP="00654553">
      <w:pPr>
        <w:pStyle w:val="Punktygwne"/>
        <w:tabs>
          <w:tab w:val="left" w:pos="993"/>
        </w:tabs>
        <w:spacing w:before="0" w:after="0"/>
        <w:ind w:left="1134" w:hanging="425"/>
        <w:rPr>
          <w:rFonts w:ascii="Corbel" w:hAnsi="Corbel"/>
        </w:rPr>
      </w:pPr>
      <w:r w:rsidRPr="00654553">
        <w:rPr>
          <w:rFonts w:ascii="Corbel" w:hAnsi="Corbel"/>
          <w:b w:val="0"/>
          <w:bCs/>
          <w:smallCaps w:val="0"/>
        </w:rPr>
        <w:t>Konwersatorium</w:t>
      </w:r>
      <w:r w:rsidR="00B72070" w:rsidRPr="00654553">
        <w:rPr>
          <w:rFonts w:ascii="Corbel" w:hAnsi="Corbel"/>
          <w:b w:val="0"/>
          <w:bCs/>
          <w:smallCaps w:val="0"/>
        </w:rPr>
        <w:t xml:space="preserve">: </w:t>
      </w:r>
      <w:r w:rsidR="00B72070" w:rsidRPr="19743CEF">
        <w:rPr>
          <w:rFonts w:ascii="Corbel" w:hAnsi="Corbel"/>
          <w:b w:val="0"/>
          <w:smallCaps w:val="0"/>
        </w:rPr>
        <w:t>zaliczenie z oceną</w:t>
      </w:r>
    </w:p>
    <w:p w14:paraId="4B81315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EE785" w14:textId="28E6F7E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FC113F6" w14:textId="77777777" w:rsidR="00AE66BB" w:rsidRPr="009C54AE" w:rsidRDefault="00AE66B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A002DD" w14:textId="77777777" w:rsidTr="00745302">
        <w:tc>
          <w:tcPr>
            <w:tcW w:w="9670" w:type="dxa"/>
          </w:tcPr>
          <w:p w14:paraId="0D194606" w14:textId="77777777" w:rsidR="0085747A" w:rsidRPr="009C54AE" w:rsidRDefault="00EC046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prawa międzynarodowego i myśli polityczno-prawnej</w:t>
            </w:r>
          </w:p>
        </w:tc>
      </w:tr>
    </w:tbl>
    <w:p w14:paraId="1E9A91F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DF1EC7" w14:textId="21DF6422" w:rsidR="0085747A" w:rsidRPr="00C05F44" w:rsidRDefault="00F23E6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CAC94E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D94F3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D553F" w:rsidRPr="000D553F" w14:paraId="22826B1C" w14:textId="77777777" w:rsidTr="00C32851">
        <w:tc>
          <w:tcPr>
            <w:tcW w:w="843" w:type="dxa"/>
            <w:vAlign w:val="center"/>
          </w:tcPr>
          <w:p w14:paraId="12C1B187" w14:textId="181A37FE" w:rsidR="000D553F" w:rsidRPr="000D553F" w:rsidRDefault="000D553F" w:rsidP="00C328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D553F">
              <w:rPr>
                <w:rFonts w:ascii="Corbel" w:hAnsi="Corbel"/>
                <w:b w:val="0"/>
                <w:szCs w:val="22"/>
              </w:rPr>
              <w:t>C1</w:t>
            </w:r>
          </w:p>
        </w:tc>
        <w:tc>
          <w:tcPr>
            <w:tcW w:w="8677" w:type="dxa"/>
            <w:vAlign w:val="center"/>
          </w:tcPr>
          <w:p w14:paraId="2BC43DC5" w14:textId="77777777" w:rsidR="000D553F" w:rsidRPr="000D553F" w:rsidRDefault="000D553F" w:rsidP="000D55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lang w:eastAsia="pl-PL"/>
              </w:rPr>
            </w:pPr>
            <w:r w:rsidRPr="000D553F">
              <w:rPr>
                <w:rFonts w:ascii="Corbel" w:eastAsia="Times New Roman" w:hAnsi="Corbel" w:cs="Times-Bold"/>
                <w:bCs/>
                <w:lang w:eastAsia="pl-PL"/>
              </w:rPr>
              <w:t>zapoznanie z podstawowymi doktrynami polityczno-prawnymi kreującymi polityki i strategie bezpieczeństwa państw</w:t>
            </w:r>
          </w:p>
        </w:tc>
      </w:tr>
      <w:tr w:rsidR="000D553F" w:rsidRPr="000D553F" w14:paraId="4174A65A" w14:textId="77777777" w:rsidTr="00C32851">
        <w:tc>
          <w:tcPr>
            <w:tcW w:w="843" w:type="dxa"/>
            <w:vAlign w:val="center"/>
          </w:tcPr>
          <w:p w14:paraId="0053E206" w14:textId="77777777" w:rsidR="000D553F" w:rsidRPr="000D553F" w:rsidRDefault="000D553F" w:rsidP="00C3285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0D553F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677" w:type="dxa"/>
            <w:vAlign w:val="center"/>
          </w:tcPr>
          <w:p w14:paraId="2D12B348" w14:textId="77777777" w:rsidR="000D553F" w:rsidRPr="000D553F" w:rsidRDefault="000D553F" w:rsidP="00C3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lang w:eastAsia="pl-PL"/>
              </w:rPr>
            </w:pPr>
            <w:r w:rsidRPr="000D553F">
              <w:rPr>
                <w:rFonts w:ascii="Corbel" w:eastAsia="Times New Roman" w:hAnsi="Corbel" w:cs="Times-Bold"/>
                <w:bCs/>
                <w:lang w:eastAsia="pl-PL"/>
              </w:rPr>
              <w:t>wskazywanie wiodących programów ochrony (krajowych i międzynarodowych)</w:t>
            </w:r>
          </w:p>
        </w:tc>
      </w:tr>
      <w:tr w:rsidR="000D553F" w:rsidRPr="000D553F" w14:paraId="0F8CC905" w14:textId="77777777" w:rsidTr="00C32851">
        <w:tc>
          <w:tcPr>
            <w:tcW w:w="843" w:type="dxa"/>
            <w:vAlign w:val="center"/>
          </w:tcPr>
          <w:p w14:paraId="331EA0B7" w14:textId="77777777" w:rsidR="000D553F" w:rsidRPr="000D553F" w:rsidRDefault="000D553F" w:rsidP="00C3285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0D553F">
              <w:rPr>
                <w:rFonts w:ascii="Corbel" w:hAnsi="Corbel"/>
                <w:sz w:val="22"/>
                <w:szCs w:val="22"/>
              </w:rPr>
              <w:t>C3</w:t>
            </w:r>
          </w:p>
        </w:tc>
        <w:tc>
          <w:tcPr>
            <w:tcW w:w="8677" w:type="dxa"/>
            <w:vAlign w:val="center"/>
          </w:tcPr>
          <w:p w14:paraId="3908540A" w14:textId="77777777" w:rsidR="000D553F" w:rsidRPr="000D553F" w:rsidRDefault="000D553F" w:rsidP="00C3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lang w:eastAsia="pl-PL"/>
              </w:rPr>
            </w:pPr>
            <w:r w:rsidRPr="000D553F">
              <w:rPr>
                <w:rFonts w:ascii="Corbel" w:hAnsi="Corbel"/>
                <w:color w:val="000000"/>
                <w:szCs w:val="24"/>
              </w:rPr>
              <w:t>przybliżenie aktywności wybranych podmiotów odpowiadających za ich realizację.</w:t>
            </w:r>
          </w:p>
        </w:tc>
      </w:tr>
    </w:tbl>
    <w:p w14:paraId="37BC65A5" w14:textId="77777777" w:rsidR="00F23E6C" w:rsidRDefault="00F23E6C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18B21C0" w14:textId="40E2C9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4537FD" w14:textId="77777777" w:rsidR="00654553" w:rsidRPr="009C54AE" w:rsidRDefault="0065455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EC0465" w:rsidRPr="00EC0465" w14:paraId="3B8016B7" w14:textId="77777777" w:rsidTr="00654553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9A8091" w14:textId="4530CF3F" w:rsidR="00EC0465" w:rsidRPr="00EC0465" w:rsidRDefault="00EC0465" w:rsidP="00654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 (efekt kształcenia)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430EE5" w14:textId="1929C05D" w:rsidR="00EC0465" w:rsidRPr="00EC0465" w:rsidRDefault="00EC0465" w:rsidP="00654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Treść efektu kształcenia zdefiniowanego dla przedmiotu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F4753" w14:textId="7C8B77E1" w:rsidR="00EC0465" w:rsidRPr="00EC0465" w:rsidRDefault="00EC0465" w:rsidP="0065455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Odniesienie do efektów kierunkowych (KEK)</w:t>
            </w:r>
          </w:p>
        </w:tc>
      </w:tr>
      <w:tr w:rsidR="00EC0465" w:rsidRPr="00EC0465" w14:paraId="438AFD8D" w14:textId="77777777" w:rsidTr="19743CEF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BF442F9" w14:textId="0D82E455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4BA11CA" w14:textId="03804691" w:rsidR="00EC0465" w:rsidRPr="00EC0465" w:rsidRDefault="00EC0465" w:rsidP="0065455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9743CEF">
              <w:rPr>
                <w:rFonts w:ascii="Corbel" w:hAnsi="Corbel"/>
                <w:sz w:val="24"/>
                <w:szCs w:val="24"/>
              </w:rPr>
              <w:t>student definiuje podstawowe pojęcia z zakresu doktryn bezpieczeństwa państwa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49493A" w14:textId="77777777" w:rsidR="00EC0465" w:rsidRPr="00654553" w:rsidRDefault="0034364F" w:rsidP="00EC04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654553">
              <w:rPr>
                <w:rFonts w:ascii="Corbel" w:hAnsi="Corbel"/>
                <w:bCs/>
                <w:sz w:val="24"/>
                <w:szCs w:val="24"/>
              </w:rPr>
              <w:t>K_W06,</w:t>
            </w:r>
            <w:r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654553">
              <w:rPr>
                <w:rFonts w:ascii="Corbel" w:hAnsi="Corbel"/>
                <w:bCs/>
                <w:sz w:val="24"/>
                <w:szCs w:val="24"/>
              </w:rPr>
              <w:t>K_W07</w:t>
            </w:r>
          </w:p>
        </w:tc>
      </w:tr>
      <w:tr w:rsidR="00EC0465" w:rsidRPr="00EC0465" w14:paraId="29F4ED98" w14:textId="77777777" w:rsidTr="19743CEF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62DEF00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B36B89A" w14:textId="14CB51DB" w:rsidR="00EC0465" w:rsidRPr="00EC0465" w:rsidRDefault="00EC0465" w:rsidP="0065455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9743CEF">
              <w:rPr>
                <w:rFonts w:ascii="Corbel" w:hAnsi="Corbel"/>
                <w:sz w:val="24"/>
                <w:szCs w:val="24"/>
              </w:rPr>
              <w:t>klasyfikuje programy, zakresy przedmiotowe i podmiotowe związane z bezpieczeństwa państwa oraz wykazuje pogłębioną wiedzę na temat powiązań pomiędzy strukturami administracji publicznej krajowej i międzynarodowej oraz podmiotami społecznymi.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4D17A" w14:textId="77777777" w:rsidR="00EC0465" w:rsidRPr="00654553" w:rsidRDefault="0034364F" w:rsidP="0065494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654553">
              <w:rPr>
                <w:rFonts w:ascii="Corbel" w:hAnsi="Corbel"/>
                <w:bCs/>
                <w:sz w:val="24"/>
                <w:szCs w:val="24"/>
              </w:rPr>
              <w:t>K_W06</w:t>
            </w:r>
            <w:r w:rsidR="00654946" w:rsidRPr="00654553"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654946"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="00654946" w:rsidRPr="00654553">
              <w:rPr>
                <w:rFonts w:ascii="Corbel" w:hAnsi="Corbel"/>
                <w:bCs/>
                <w:sz w:val="24"/>
                <w:szCs w:val="24"/>
              </w:rPr>
              <w:t>K_U06,</w:t>
            </w:r>
            <w:r w:rsidR="00654946"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="00654946" w:rsidRPr="00654553">
              <w:rPr>
                <w:rFonts w:ascii="Corbel" w:hAnsi="Corbel"/>
                <w:bCs/>
                <w:sz w:val="24"/>
                <w:szCs w:val="24"/>
              </w:rPr>
              <w:t>K_U07,</w:t>
            </w:r>
          </w:p>
        </w:tc>
      </w:tr>
      <w:tr w:rsidR="00EC0465" w:rsidRPr="00EC0465" w14:paraId="32A648DD" w14:textId="77777777" w:rsidTr="19743CEF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44BA381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4CC6A0C" w14:textId="348F057A" w:rsidR="00EC0465" w:rsidRPr="00EC0465" w:rsidRDefault="00EC0465" w:rsidP="0065455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9743CEF">
              <w:rPr>
                <w:rFonts w:ascii="Corbel" w:hAnsi="Corbel"/>
                <w:sz w:val="24"/>
                <w:szCs w:val="24"/>
              </w:rPr>
              <w:t>posiada umiejętność wyjaśniania zachodzących procesów w obszarze bezpieczeństwa państwa, formułując własne opinie na temat zachodzących zjawisk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D3490" w14:textId="77777777" w:rsidR="00EC0465" w:rsidRPr="00654553" w:rsidRDefault="0034364F" w:rsidP="00EC04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654553">
              <w:rPr>
                <w:rFonts w:ascii="Corbel" w:hAnsi="Corbel"/>
                <w:bCs/>
                <w:sz w:val="24"/>
                <w:szCs w:val="24"/>
              </w:rPr>
              <w:t>K_W04,</w:t>
            </w:r>
            <w:r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654553">
              <w:rPr>
                <w:rFonts w:ascii="Corbel" w:hAnsi="Corbel"/>
                <w:bCs/>
                <w:sz w:val="24"/>
                <w:szCs w:val="24"/>
              </w:rPr>
              <w:t>K_W07,</w:t>
            </w:r>
            <w:r w:rsidR="00654946"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="00654946" w:rsidRPr="00654553">
              <w:rPr>
                <w:rFonts w:ascii="Corbel" w:hAnsi="Corbel"/>
                <w:bCs/>
                <w:sz w:val="24"/>
                <w:szCs w:val="24"/>
              </w:rPr>
              <w:t>K_U06, K_K03</w:t>
            </w:r>
          </w:p>
        </w:tc>
      </w:tr>
      <w:tr w:rsidR="00EC0465" w:rsidRPr="00EC0465" w14:paraId="2FA2BFC9" w14:textId="77777777" w:rsidTr="19743CEF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04603E1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90F8E0E" w14:textId="79578203" w:rsidR="00EC0465" w:rsidRPr="00EC0465" w:rsidRDefault="00EC0465" w:rsidP="006545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743CEF">
              <w:rPr>
                <w:rFonts w:ascii="Corbel" w:hAnsi="Corbel"/>
                <w:sz w:val="24"/>
                <w:szCs w:val="24"/>
              </w:rPr>
              <w:t>potrafi pozyskać właściwe informacje na temat podmiotów związanych z eliminacją zagrożeń dla bezpieczeństwa państwa,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97538" w14:textId="77777777" w:rsidR="00EC0465" w:rsidRPr="00654553" w:rsidRDefault="00654946" w:rsidP="00EC04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654553">
              <w:rPr>
                <w:rFonts w:ascii="Corbel" w:hAnsi="Corbel"/>
                <w:bCs/>
                <w:sz w:val="24"/>
                <w:szCs w:val="24"/>
              </w:rPr>
              <w:t>K_U01, K_U06,</w:t>
            </w:r>
            <w:r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654553">
              <w:rPr>
                <w:rFonts w:ascii="Corbel" w:hAnsi="Corbel"/>
                <w:bCs/>
                <w:sz w:val="24"/>
                <w:szCs w:val="24"/>
              </w:rPr>
              <w:t>K_K03,</w:t>
            </w:r>
          </w:p>
        </w:tc>
      </w:tr>
      <w:tr w:rsidR="00EC0465" w:rsidRPr="00EC0465" w14:paraId="19850806" w14:textId="77777777" w:rsidTr="19743CEF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1A43EB7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506AAE6" w14:textId="1AE78B2C" w:rsidR="00EC0465" w:rsidRPr="00EC0465" w:rsidRDefault="00EC0465" w:rsidP="006545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743CEF">
              <w:rPr>
                <w:rFonts w:ascii="Corbel" w:hAnsi="Corbel"/>
                <w:sz w:val="24"/>
                <w:szCs w:val="24"/>
              </w:rPr>
              <w:t>analizuje oraz interpretuje zmiany zachodzące z perspektywy doktryny prawno-politycznej oraz potencjalnych zagrożeń,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D73124" w14:textId="77777777" w:rsidR="00EC0465" w:rsidRPr="00654553" w:rsidRDefault="0034364F" w:rsidP="00EC04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654553">
              <w:rPr>
                <w:rFonts w:ascii="Corbel" w:hAnsi="Corbel"/>
                <w:bCs/>
                <w:sz w:val="24"/>
                <w:szCs w:val="24"/>
              </w:rPr>
              <w:t>K_W04,</w:t>
            </w:r>
            <w:r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654553">
              <w:rPr>
                <w:rFonts w:ascii="Corbel" w:hAnsi="Corbel"/>
                <w:bCs/>
                <w:sz w:val="24"/>
                <w:szCs w:val="24"/>
              </w:rPr>
              <w:t>K_W06,</w:t>
            </w:r>
            <w:r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654553">
              <w:rPr>
                <w:rFonts w:ascii="Corbel" w:hAnsi="Corbel"/>
                <w:bCs/>
                <w:sz w:val="24"/>
                <w:szCs w:val="24"/>
              </w:rPr>
              <w:t>K_W07</w:t>
            </w:r>
            <w:r w:rsidR="00654946" w:rsidRPr="00654553"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654946"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="00654946" w:rsidRPr="00654553">
              <w:rPr>
                <w:rFonts w:ascii="Corbel" w:hAnsi="Corbel"/>
                <w:bCs/>
                <w:sz w:val="24"/>
                <w:szCs w:val="24"/>
              </w:rPr>
              <w:t>K_U02,</w:t>
            </w:r>
            <w:r w:rsidR="00654946"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="00654946" w:rsidRPr="00654553">
              <w:rPr>
                <w:rFonts w:ascii="Corbel" w:hAnsi="Corbel"/>
                <w:bCs/>
                <w:sz w:val="24"/>
                <w:szCs w:val="24"/>
              </w:rPr>
              <w:t>K_K03</w:t>
            </w:r>
          </w:p>
        </w:tc>
      </w:tr>
      <w:tr w:rsidR="00EC0465" w:rsidRPr="00EC0465" w14:paraId="1FF2D75E" w14:textId="77777777" w:rsidTr="19743CEF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F918EC5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E1EE513" w14:textId="66551A24" w:rsidR="00EC0465" w:rsidRPr="00EC0465" w:rsidRDefault="00EC0465" w:rsidP="006545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743CEF">
              <w:rPr>
                <w:rFonts w:ascii="Corbel" w:hAnsi="Corbel"/>
                <w:sz w:val="24"/>
                <w:szCs w:val="24"/>
              </w:rPr>
              <w:t>samodzielnie i krytycznie kompletuje wiedzę na temat podstaw funkcjonowania bezpiecznego państwa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46C4A5" w14:textId="77777777" w:rsidR="00EC0465" w:rsidRPr="00654553" w:rsidRDefault="00654946" w:rsidP="00EC04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654553">
              <w:rPr>
                <w:rFonts w:ascii="Corbel" w:hAnsi="Corbel"/>
                <w:bCs/>
                <w:sz w:val="24"/>
                <w:szCs w:val="24"/>
              </w:rPr>
              <w:t>K_U01,</w:t>
            </w:r>
            <w:r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654553">
              <w:rPr>
                <w:rFonts w:ascii="Corbel" w:hAnsi="Corbel"/>
                <w:bCs/>
                <w:sz w:val="24"/>
                <w:szCs w:val="24"/>
              </w:rPr>
              <w:t>K_U02</w:t>
            </w:r>
            <w:r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654553">
              <w:rPr>
                <w:rFonts w:ascii="Corbel" w:hAnsi="Corbel"/>
                <w:bCs/>
                <w:sz w:val="24"/>
                <w:szCs w:val="24"/>
              </w:rPr>
              <w:t>K_U06,</w:t>
            </w:r>
            <w:r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654553">
              <w:rPr>
                <w:rFonts w:ascii="Corbel" w:hAnsi="Corbel"/>
                <w:bCs/>
                <w:sz w:val="24"/>
                <w:szCs w:val="24"/>
              </w:rPr>
              <w:t>K_K01</w:t>
            </w:r>
          </w:p>
        </w:tc>
      </w:tr>
      <w:tr w:rsidR="00EC0465" w:rsidRPr="00EC0465" w14:paraId="277CFD12" w14:textId="77777777" w:rsidTr="19743CEF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23CFA81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862FA09" w14:textId="6A56CF9D" w:rsidR="00EC0465" w:rsidRPr="00EC0465" w:rsidRDefault="00EC0465" w:rsidP="0065455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9743CEF">
              <w:rPr>
                <w:rFonts w:ascii="Corbel" w:hAnsi="Corbel"/>
                <w:sz w:val="24"/>
                <w:szCs w:val="24"/>
              </w:rPr>
              <w:t>identyfikuje źródła zagrożeń oraz jest zdolny ocenić poziom bezpieczeństwa państwa z perspektywy nałożonych na administrację publiczną oraz podmioty pozarządowe zadań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E62DEE" w14:textId="3728F692" w:rsidR="00EC0465" w:rsidRPr="00654553" w:rsidRDefault="0034364F" w:rsidP="0065455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654553">
              <w:rPr>
                <w:rFonts w:ascii="Corbel" w:hAnsi="Corbel"/>
                <w:bCs/>
                <w:sz w:val="24"/>
                <w:szCs w:val="24"/>
              </w:rPr>
              <w:t>K_W06</w:t>
            </w:r>
            <w:r w:rsidR="00654946" w:rsidRPr="00654553"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654946"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="00654946" w:rsidRPr="00654553">
              <w:rPr>
                <w:rFonts w:ascii="Corbel" w:hAnsi="Corbel"/>
                <w:bCs/>
                <w:sz w:val="24"/>
                <w:szCs w:val="24"/>
              </w:rPr>
              <w:t>K_U01</w:t>
            </w:r>
            <w:r w:rsidR="00654553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654946" w:rsidRPr="00654553">
              <w:rPr>
                <w:rFonts w:ascii="Corbel" w:hAnsi="Corbel"/>
                <w:bCs/>
                <w:sz w:val="24"/>
                <w:szCs w:val="24"/>
              </w:rPr>
              <w:t>K_U06,</w:t>
            </w:r>
            <w:r w:rsidR="00654946"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="00654946" w:rsidRPr="00654553">
              <w:rPr>
                <w:rFonts w:ascii="Corbel" w:hAnsi="Corbel"/>
                <w:bCs/>
                <w:sz w:val="24"/>
                <w:szCs w:val="24"/>
              </w:rPr>
              <w:t>K_K03</w:t>
            </w:r>
          </w:p>
        </w:tc>
      </w:tr>
      <w:tr w:rsidR="00EC0465" w:rsidRPr="00EC0465" w14:paraId="1CD3B57B" w14:textId="77777777" w:rsidTr="19743CEF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1056DD1" w14:textId="77777777" w:rsidR="00EC0465" w:rsidRPr="00EC0465" w:rsidRDefault="00EC0465" w:rsidP="00EC04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85288F9" w14:textId="4C6AE05D" w:rsidR="00EC0465" w:rsidRPr="00EC0465" w:rsidRDefault="00EC0465" w:rsidP="006545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743CEF">
              <w:rPr>
                <w:rFonts w:ascii="Corbel" w:hAnsi="Corbel"/>
                <w:sz w:val="24"/>
                <w:szCs w:val="24"/>
              </w:rPr>
              <w:t xml:space="preserve">ma </w:t>
            </w:r>
            <w:r w:rsidR="00654946" w:rsidRPr="19743CEF">
              <w:rPr>
                <w:rFonts w:ascii="Corbel" w:hAnsi="Corbel"/>
                <w:sz w:val="24"/>
                <w:szCs w:val="24"/>
              </w:rPr>
              <w:t>świadomości</w:t>
            </w:r>
            <w:r w:rsidRPr="19743CEF">
              <w:rPr>
                <w:rFonts w:ascii="Corbel" w:hAnsi="Corbel"/>
                <w:sz w:val="24"/>
                <w:szCs w:val="24"/>
              </w:rPr>
              <w:t xml:space="preserve"> doniosłości zobowiązań obywatelskich za bezpieczeństwo państwa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D8C15" w14:textId="77777777" w:rsidR="00EC0465" w:rsidRPr="00654553" w:rsidRDefault="0034364F" w:rsidP="00EC04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654553">
              <w:rPr>
                <w:rFonts w:ascii="Corbel" w:hAnsi="Corbel"/>
                <w:bCs/>
                <w:sz w:val="24"/>
                <w:szCs w:val="24"/>
              </w:rPr>
              <w:t>K_W04</w:t>
            </w:r>
            <w:r w:rsidR="00654946" w:rsidRPr="00654553"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654946"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="00654946" w:rsidRPr="00654553">
              <w:rPr>
                <w:rFonts w:ascii="Corbel" w:hAnsi="Corbel"/>
                <w:bCs/>
                <w:sz w:val="24"/>
                <w:szCs w:val="24"/>
              </w:rPr>
              <w:t>K_U02</w:t>
            </w:r>
            <w:r w:rsidR="00654946"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="00654946" w:rsidRPr="00654553">
              <w:rPr>
                <w:rFonts w:ascii="Corbel" w:hAnsi="Corbel"/>
                <w:bCs/>
                <w:sz w:val="24"/>
                <w:szCs w:val="24"/>
              </w:rPr>
              <w:t>K_K05,</w:t>
            </w:r>
            <w:r w:rsidR="00654946" w:rsidRPr="00654553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="00654946" w:rsidRPr="00654553">
              <w:rPr>
                <w:rFonts w:ascii="Corbel" w:hAnsi="Corbel"/>
                <w:bCs/>
                <w:sz w:val="24"/>
                <w:szCs w:val="24"/>
              </w:rPr>
              <w:t>K_K06</w:t>
            </w:r>
          </w:p>
        </w:tc>
      </w:tr>
    </w:tbl>
    <w:p w14:paraId="00E5FDD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8B6E24" w14:textId="14C23BF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490FF2C" w14:textId="77777777" w:rsidR="00654553" w:rsidRPr="009C54AE" w:rsidRDefault="0065455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10D4717" w14:textId="39881761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656CFDA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1EA06A" w14:textId="77777777" w:rsidTr="19743CEF">
        <w:tc>
          <w:tcPr>
            <w:tcW w:w="9639" w:type="dxa"/>
          </w:tcPr>
          <w:p w14:paraId="214B76F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BA7BB1" w14:textId="77777777" w:rsidTr="19743CEF">
        <w:tc>
          <w:tcPr>
            <w:tcW w:w="9639" w:type="dxa"/>
          </w:tcPr>
          <w:p w14:paraId="1CFCEA70" w14:textId="584623D7" w:rsidR="0085747A" w:rsidRPr="009C54AE" w:rsidRDefault="23719AF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9743CE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D06FA2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790333" w14:textId="77777777" w:rsidR="00654553" w:rsidRDefault="0065455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4FB67511" w14:textId="4C2701B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9743CEF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19743CEF">
        <w:rPr>
          <w:rFonts w:ascii="Corbel" w:hAnsi="Corbel"/>
          <w:sz w:val="24"/>
          <w:szCs w:val="24"/>
        </w:rPr>
        <w:t xml:space="preserve">, </w:t>
      </w:r>
      <w:r w:rsidRPr="19743CEF">
        <w:rPr>
          <w:rFonts w:ascii="Corbel" w:hAnsi="Corbel"/>
          <w:sz w:val="24"/>
          <w:szCs w:val="24"/>
        </w:rPr>
        <w:t xml:space="preserve">zajęć praktycznych </w:t>
      </w:r>
    </w:p>
    <w:p w14:paraId="2E13E438" w14:textId="77777777" w:rsidR="00654553" w:rsidRPr="009C54AE" w:rsidRDefault="00654553" w:rsidP="0065455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8505" w:type="dxa"/>
        <w:tblInd w:w="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05"/>
      </w:tblGrid>
      <w:tr w:rsidR="000D553F" w:rsidRPr="000D553F" w14:paraId="061D952C" w14:textId="77777777" w:rsidTr="00654553">
        <w:tc>
          <w:tcPr>
            <w:tcW w:w="8505" w:type="dxa"/>
          </w:tcPr>
          <w:p w14:paraId="1CA1CC0B" w14:textId="77777777" w:rsidR="000D553F" w:rsidRPr="000D553F" w:rsidRDefault="000D553F" w:rsidP="000D553F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0D5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553F" w:rsidRPr="000D553F" w14:paraId="7FA474D3" w14:textId="77777777" w:rsidTr="00654553">
        <w:tc>
          <w:tcPr>
            <w:tcW w:w="8505" w:type="dxa"/>
          </w:tcPr>
          <w:p w14:paraId="37F05DED" w14:textId="77777777" w:rsidR="000D553F" w:rsidRPr="000D553F" w:rsidRDefault="000D553F" w:rsidP="000D553F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</w:p>
          <w:tbl>
            <w:tblPr>
              <w:tblW w:w="961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204"/>
              <w:gridCol w:w="2407"/>
            </w:tblGrid>
            <w:tr w:rsidR="000D553F" w:rsidRPr="000D553F" w14:paraId="3008C292" w14:textId="77777777" w:rsidTr="00801DE5">
              <w:tc>
                <w:tcPr>
                  <w:tcW w:w="7204" w:type="dxa"/>
                </w:tcPr>
                <w:p w14:paraId="1B5015A1" w14:textId="7A0BCFDD" w:rsidR="000D553F" w:rsidRPr="000D553F" w:rsidRDefault="6BF4B2ED" w:rsidP="00654553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ind w:left="334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19743CEF">
                    <w:rPr>
                      <w:rFonts w:ascii="Corbel" w:hAnsi="Corbel"/>
                      <w:sz w:val="24"/>
                      <w:szCs w:val="24"/>
                    </w:rPr>
                    <w:t>Pojęcie bezpieczeństwo państwa w doktrynach polityczno-prawnych</w:t>
                  </w:r>
                </w:p>
              </w:tc>
              <w:tc>
                <w:tcPr>
                  <w:tcW w:w="2407" w:type="dxa"/>
                </w:tcPr>
                <w:p w14:paraId="6A5A94BB" w14:textId="77777777" w:rsidR="000D553F" w:rsidRPr="000D553F" w:rsidRDefault="000D553F" w:rsidP="00801DE5">
                  <w:pPr>
                    <w:pStyle w:val="Akapitzlist"/>
                    <w:spacing w:line="240" w:lineRule="auto"/>
                    <w:ind w:left="495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D553F" w:rsidRPr="000D553F" w14:paraId="1601E1CF" w14:textId="77777777" w:rsidTr="00801DE5">
              <w:tc>
                <w:tcPr>
                  <w:tcW w:w="7204" w:type="dxa"/>
                </w:tcPr>
                <w:p w14:paraId="5B1D1F73" w14:textId="77777777" w:rsidR="000D553F" w:rsidRPr="000D553F" w:rsidRDefault="000D553F" w:rsidP="00654553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ind w:left="334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Podstawy normatywne i funkcjonowanie nowożytnych systemów bezpieczeństwa</w:t>
                  </w:r>
                </w:p>
              </w:tc>
              <w:tc>
                <w:tcPr>
                  <w:tcW w:w="2407" w:type="dxa"/>
                </w:tcPr>
                <w:p w14:paraId="074C5267" w14:textId="77777777" w:rsidR="000D553F" w:rsidRPr="000D553F" w:rsidRDefault="000D553F" w:rsidP="00801DE5">
                  <w:pPr>
                    <w:pStyle w:val="Akapitzlist"/>
                    <w:spacing w:line="240" w:lineRule="auto"/>
                    <w:ind w:left="495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D553F" w:rsidRPr="000D553F" w14:paraId="105A560C" w14:textId="77777777" w:rsidTr="00801DE5">
              <w:tc>
                <w:tcPr>
                  <w:tcW w:w="7204" w:type="dxa"/>
                </w:tcPr>
                <w:p w14:paraId="006265DC" w14:textId="255736DF" w:rsidR="000D553F" w:rsidRPr="00654553" w:rsidRDefault="000D553F" w:rsidP="00654553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ind w:left="334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Bezpieczeństwo narodowe współczesnych państw – teoria i praktyka</w:t>
                  </w:r>
                </w:p>
              </w:tc>
              <w:tc>
                <w:tcPr>
                  <w:tcW w:w="2407" w:type="dxa"/>
                </w:tcPr>
                <w:p w14:paraId="59EA6610" w14:textId="77777777" w:rsidR="000D553F" w:rsidRPr="000D553F" w:rsidRDefault="000D553F" w:rsidP="00801DE5">
                  <w:pPr>
                    <w:pStyle w:val="Akapitzlist"/>
                    <w:spacing w:line="240" w:lineRule="auto"/>
                    <w:ind w:left="495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D553F" w:rsidRPr="000D553F" w14:paraId="2F72B9A8" w14:textId="77777777" w:rsidTr="00801DE5">
              <w:tc>
                <w:tcPr>
                  <w:tcW w:w="7204" w:type="dxa"/>
                </w:tcPr>
                <w:p w14:paraId="74A3D13D" w14:textId="5C362C88" w:rsidR="000D553F" w:rsidRPr="000D553F" w:rsidRDefault="6BF4B2ED" w:rsidP="00654553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ind w:left="334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19743CEF">
                    <w:rPr>
                      <w:rFonts w:ascii="Corbel" w:hAnsi="Corbel"/>
                      <w:sz w:val="24"/>
                      <w:szCs w:val="24"/>
                    </w:rPr>
                    <w:t>Strategie i polityki bezpieczeństwa mocarstw globalnych oraz wiodących organizacji międzynarodowych. Strategia bezpieczeństwa RP – przeszłość, teraźniejszość, postulaty zmian</w:t>
                  </w:r>
                </w:p>
              </w:tc>
              <w:tc>
                <w:tcPr>
                  <w:tcW w:w="2407" w:type="dxa"/>
                </w:tcPr>
                <w:p w14:paraId="4B9F0AEB" w14:textId="77777777" w:rsidR="000D553F" w:rsidRPr="000D553F" w:rsidRDefault="000D553F" w:rsidP="00801DE5">
                  <w:pPr>
                    <w:pStyle w:val="Akapitzlist"/>
                    <w:spacing w:line="240" w:lineRule="auto"/>
                    <w:ind w:left="495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D553F" w:rsidRPr="000D553F" w14:paraId="3891DD18" w14:textId="77777777" w:rsidTr="00801DE5">
              <w:tc>
                <w:tcPr>
                  <w:tcW w:w="7204" w:type="dxa"/>
                </w:tcPr>
                <w:p w14:paraId="5F49252A" w14:textId="798E48BF" w:rsidR="000D553F" w:rsidRPr="000D553F" w:rsidRDefault="6BF4B2ED" w:rsidP="00654553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ind w:left="334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19743CEF">
                    <w:rPr>
                      <w:rFonts w:ascii="Corbel" w:hAnsi="Corbel"/>
                      <w:sz w:val="24"/>
                      <w:szCs w:val="24"/>
                    </w:rPr>
                    <w:t>Wspólna Polityka Zagraniczna i Bezpieczeństwa UE oraz Europejska Polityka Bezpieczeństwa i Obrony</w:t>
                  </w:r>
                </w:p>
              </w:tc>
              <w:tc>
                <w:tcPr>
                  <w:tcW w:w="2407" w:type="dxa"/>
                </w:tcPr>
                <w:p w14:paraId="1423B2DF" w14:textId="77777777" w:rsidR="000D553F" w:rsidRPr="000D553F" w:rsidRDefault="000D553F" w:rsidP="00801DE5">
                  <w:pPr>
                    <w:pStyle w:val="Akapitzlist"/>
                    <w:spacing w:line="240" w:lineRule="auto"/>
                    <w:ind w:left="495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D553F" w:rsidRPr="000D553F" w14:paraId="7BA8F5CD" w14:textId="77777777" w:rsidTr="00801DE5">
              <w:tc>
                <w:tcPr>
                  <w:tcW w:w="7204" w:type="dxa"/>
                </w:tcPr>
                <w:p w14:paraId="4EDBB184" w14:textId="56B95EE2" w:rsidR="000D553F" w:rsidRPr="000D553F" w:rsidRDefault="000D553F" w:rsidP="00654553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ind w:left="334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Misje i interwencje zewnętrzne – przywilej silniejszego, czy obowiązek przeciwdziałania globalnym zagrożeniom (problemy polityczno-prawne)?</w:t>
                  </w:r>
                </w:p>
              </w:tc>
              <w:tc>
                <w:tcPr>
                  <w:tcW w:w="2407" w:type="dxa"/>
                </w:tcPr>
                <w:p w14:paraId="5D35FFF3" w14:textId="77777777" w:rsidR="000D553F" w:rsidRPr="000D553F" w:rsidRDefault="000D553F" w:rsidP="00801DE5">
                  <w:pPr>
                    <w:pStyle w:val="Akapitzlist"/>
                    <w:spacing w:line="240" w:lineRule="auto"/>
                    <w:ind w:left="495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D553F" w:rsidRPr="000D553F" w14:paraId="5602E55A" w14:textId="77777777" w:rsidTr="00801DE5">
              <w:tc>
                <w:tcPr>
                  <w:tcW w:w="7204" w:type="dxa"/>
                </w:tcPr>
                <w:p w14:paraId="1BEAA23A" w14:textId="2079F6D2" w:rsidR="000D553F" w:rsidRPr="000D553F" w:rsidRDefault="6BF4B2ED" w:rsidP="00654553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ind w:left="334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19743CEF">
                    <w:rPr>
                      <w:rFonts w:ascii="Corbel" w:hAnsi="Corbel"/>
                      <w:sz w:val="24"/>
                      <w:szCs w:val="24"/>
                    </w:rPr>
                    <w:t>Bezpieczeństwo zewnętrzne i wewnętrzne państwa a problemy współczesnego świata:</w:t>
                  </w:r>
                </w:p>
                <w:p w14:paraId="135E3C27" w14:textId="77777777" w:rsidR="000D553F" w:rsidRPr="000D553F" w:rsidRDefault="000D553F" w:rsidP="00654553">
                  <w:pPr>
                    <w:pStyle w:val="Akapitzlist"/>
                    <w:spacing w:line="240" w:lineRule="auto"/>
                    <w:ind w:left="334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- destabilizacja ekonomiczna</w:t>
                  </w:r>
                </w:p>
                <w:p w14:paraId="213656AC" w14:textId="77777777" w:rsidR="000D553F" w:rsidRPr="000D553F" w:rsidRDefault="000D553F" w:rsidP="00654553">
                  <w:pPr>
                    <w:pStyle w:val="Akapitzlist"/>
                    <w:spacing w:line="240" w:lineRule="auto"/>
                    <w:ind w:left="334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- doktryny ekstremizmu politycznego i religijnego</w:t>
                  </w:r>
                </w:p>
                <w:p w14:paraId="3CA7C84C" w14:textId="77777777" w:rsidR="000D553F" w:rsidRPr="000D553F" w:rsidRDefault="000D553F" w:rsidP="00654553">
                  <w:pPr>
                    <w:pStyle w:val="Akapitzlist"/>
                    <w:spacing w:line="240" w:lineRule="auto"/>
                    <w:ind w:left="334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- międzynarodowy terroryzm, proliferacja broni masowego rażenia </w:t>
                  </w:r>
                </w:p>
                <w:p w14:paraId="0BBBCDD9" w14:textId="77777777" w:rsidR="000D553F" w:rsidRPr="000D553F" w:rsidRDefault="000D553F" w:rsidP="00654553">
                  <w:pPr>
                    <w:pStyle w:val="Akapitzlist"/>
                    <w:spacing w:line="240" w:lineRule="auto"/>
                    <w:ind w:left="334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- problem państw upadłych</w:t>
                  </w:r>
                </w:p>
                <w:p w14:paraId="3ED4C730" w14:textId="77777777" w:rsidR="000D553F" w:rsidRPr="000D553F" w:rsidRDefault="000D553F" w:rsidP="00654553">
                  <w:pPr>
                    <w:pStyle w:val="Akapitzlist"/>
                    <w:spacing w:line="240" w:lineRule="auto"/>
                    <w:ind w:left="334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- migracje   </w:t>
                  </w:r>
                </w:p>
                <w:p w14:paraId="03EA4F9D" w14:textId="77777777" w:rsidR="000D553F" w:rsidRPr="000D553F" w:rsidRDefault="000D553F" w:rsidP="00654553">
                  <w:pPr>
                    <w:pStyle w:val="Akapitzlist"/>
                    <w:spacing w:line="240" w:lineRule="auto"/>
                    <w:ind w:left="334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- jurysdykcja sądownictwa międzynarodowego</w:t>
                  </w:r>
                </w:p>
              </w:tc>
              <w:tc>
                <w:tcPr>
                  <w:tcW w:w="2407" w:type="dxa"/>
                </w:tcPr>
                <w:p w14:paraId="4EFCDEF9" w14:textId="77777777" w:rsidR="000D553F" w:rsidRPr="000D553F" w:rsidRDefault="000D553F" w:rsidP="00801DE5">
                  <w:pPr>
                    <w:pStyle w:val="Akapitzlist"/>
                    <w:spacing w:line="240" w:lineRule="auto"/>
                    <w:ind w:left="495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D553F" w:rsidRPr="000D553F" w14:paraId="145EB611" w14:textId="77777777" w:rsidTr="00801DE5">
              <w:tc>
                <w:tcPr>
                  <w:tcW w:w="7204" w:type="dxa"/>
                </w:tcPr>
                <w:p w14:paraId="482580F1" w14:textId="77777777" w:rsidR="000D553F" w:rsidRPr="000D553F" w:rsidRDefault="000D553F" w:rsidP="00654553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ind w:left="334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Prawno-polityczne podstawy bezpieczeństwa energetycznego państwa w warunkach globalnego rynku paliw</w:t>
                  </w:r>
                </w:p>
              </w:tc>
              <w:tc>
                <w:tcPr>
                  <w:tcW w:w="2407" w:type="dxa"/>
                </w:tcPr>
                <w:p w14:paraId="61D06FD2" w14:textId="77777777" w:rsidR="000D553F" w:rsidRPr="000D553F" w:rsidRDefault="000D553F" w:rsidP="00801DE5">
                  <w:pPr>
                    <w:pStyle w:val="Akapitzlist"/>
                    <w:spacing w:line="240" w:lineRule="auto"/>
                    <w:ind w:left="495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D553F" w:rsidRPr="000D553F" w14:paraId="3C9A0B12" w14:textId="77777777" w:rsidTr="00801DE5">
              <w:tc>
                <w:tcPr>
                  <w:tcW w:w="7204" w:type="dxa"/>
                </w:tcPr>
                <w:p w14:paraId="107B5770" w14:textId="77777777" w:rsidR="000D553F" w:rsidRPr="000D553F" w:rsidRDefault="000D553F" w:rsidP="00654553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ind w:left="334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Ochrona granic zewnętrznych - problemy polityczno-prawne</w:t>
                  </w:r>
                </w:p>
              </w:tc>
              <w:tc>
                <w:tcPr>
                  <w:tcW w:w="2407" w:type="dxa"/>
                </w:tcPr>
                <w:p w14:paraId="66D60C12" w14:textId="77777777" w:rsidR="000D553F" w:rsidRPr="000D553F" w:rsidRDefault="000D553F" w:rsidP="00801DE5">
                  <w:pPr>
                    <w:spacing w:line="240" w:lineRule="auto"/>
                    <w:ind w:left="495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D553F" w:rsidRPr="000D553F" w14:paraId="4DB29B60" w14:textId="77777777" w:rsidTr="00801DE5">
              <w:tc>
                <w:tcPr>
                  <w:tcW w:w="7204" w:type="dxa"/>
                </w:tcPr>
                <w:p w14:paraId="7CA78707" w14:textId="77777777" w:rsidR="000D553F" w:rsidRPr="000D553F" w:rsidRDefault="000D553F" w:rsidP="00654553">
                  <w:pPr>
                    <w:pStyle w:val="Akapitzlist"/>
                    <w:numPr>
                      <w:ilvl w:val="0"/>
                      <w:numId w:val="8"/>
                    </w:numPr>
                    <w:spacing w:line="240" w:lineRule="auto"/>
                    <w:ind w:left="334" w:hanging="425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Administracja publiczna, organizacje pozarządowe oraz zobowiązania obywateli w kontekście nowych wyzwań z zakresu bezpieczeństwa państwa</w:t>
                  </w:r>
                </w:p>
              </w:tc>
              <w:tc>
                <w:tcPr>
                  <w:tcW w:w="2407" w:type="dxa"/>
                </w:tcPr>
                <w:p w14:paraId="41F42169" w14:textId="77777777" w:rsidR="000D553F" w:rsidRPr="000D553F" w:rsidRDefault="000D553F" w:rsidP="00801DE5">
                  <w:pPr>
                    <w:pStyle w:val="Akapitzlist"/>
                    <w:spacing w:line="240" w:lineRule="auto"/>
                    <w:ind w:left="495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D553F" w:rsidRPr="000D553F" w14:paraId="4496113B" w14:textId="77777777" w:rsidTr="00801DE5">
              <w:tc>
                <w:tcPr>
                  <w:tcW w:w="7204" w:type="dxa"/>
                </w:tcPr>
                <w:p w14:paraId="57FF90BC" w14:textId="77777777" w:rsidR="000D553F" w:rsidRPr="000D553F" w:rsidRDefault="000D553F" w:rsidP="00654553">
                  <w:pPr>
                    <w:pStyle w:val="Akapitzlist"/>
                    <w:spacing w:line="240" w:lineRule="auto"/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suma</w:t>
                  </w:r>
                </w:p>
              </w:tc>
              <w:tc>
                <w:tcPr>
                  <w:tcW w:w="2407" w:type="dxa"/>
                </w:tcPr>
                <w:p w14:paraId="0260547E" w14:textId="77777777" w:rsidR="000D553F" w:rsidRPr="000D553F" w:rsidRDefault="000D553F" w:rsidP="00801DE5">
                  <w:pPr>
                    <w:pStyle w:val="Akapitzlist"/>
                    <w:spacing w:line="240" w:lineRule="auto"/>
                    <w:ind w:left="495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4C1FEBC3" w14:textId="77777777" w:rsidR="000D553F" w:rsidRPr="000D553F" w:rsidRDefault="000D553F" w:rsidP="000D553F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2228C84" w14:textId="77777777" w:rsidR="000D553F" w:rsidRPr="009C54AE" w:rsidRDefault="000D55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275753F" w14:textId="66F623C8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1FF5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D08BA" w14:textId="4A80D098" w:rsidR="00B72070" w:rsidRPr="00654553" w:rsidRDefault="00654553" w:rsidP="00654553">
      <w:pPr>
        <w:pStyle w:val="Punktygwne"/>
        <w:spacing w:before="0" w:after="0"/>
        <w:ind w:left="784"/>
        <w:jc w:val="both"/>
        <w:rPr>
          <w:rFonts w:ascii="Corbel" w:hAnsi="Corbel"/>
          <w:b w:val="0"/>
          <w:iCs/>
          <w:smallCaps w:val="0"/>
          <w:szCs w:val="24"/>
        </w:rPr>
      </w:pPr>
      <w:r w:rsidRPr="00654553">
        <w:rPr>
          <w:rFonts w:ascii="Corbel" w:hAnsi="Corbel"/>
          <w:b w:val="0"/>
          <w:iCs/>
          <w:smallCaps w:val="0"/>
          <w:szCs w:val="24"/>
        </w:rPr>
        <w:t>Konwersatorium:</w:t>
      </w:r>
      <w:r w:rsidR="00654946" w:rsidRPr="0065455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B72070" w:rsidRPr="00654553">
        <w:rPr>
          <w:rFonts w:ascii="Corbel" w:hAnsi="Corbel"/>
          <w:b w:val="0"/>
          <w:iCs/>
          <w:smallCaps w:val="0"/>
          <w:szCs w:val="24"/>
        </w:rPr>
        <w:t>dyskusja, analiza tekstów z dyskusją, analiza przypadków, praca w grupach</w:t>
      </w:r>
    </w:p>
    <w:p w14:paraId="17149174" w14:textId="77777777" w:rsidR="00E960BB" w:rsidRPr="0065455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AAF662C" w14:textId="77777777" w:rsidR="00654553" w:rsidRDefault="0065455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B1CC65E" w14:textId="73EF341E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9F2B2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BAAF7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AEA22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1868"/>
        <w:gridCol w:w="4723"/>
        <w:gridCol w:w="2163"/>
      </w:tblGrid>
      <w:tr w:rsidR="000D553F" w:rsidRPr="000D553F" w14:paraId="7600EF65" w14:textId="77777777" w:rsidTr="00654553"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53AAD" w14:textId="75EF88D0" w:rsidR="000D553F" w:rsidRPr="00654553" w:rsidRDefault="000D553F" w:rsidP="00654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</w:pPr>
            <w:r w:rsidRPr="00654553">
              <w:rPr>
                <w:rFonts w:ascii="Corbel" w:hAnsi="Corbel"/>
                <w:b w:val="0"/>
                <w:bCs/>
                <w:smallCaps w:val="0"/>
                <w:szCs w:val="24"/>
              </w:rPr>
              <w:t>Symbol efektu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8D146" w14:textId="55ED5106" w:rsidR="000D553F" w:rsidRPr="00654553" w:rsidRDefault="6BF4B2ED" w:rsidP="00654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</w:rPr>
            </w:pPr>
            <w:r w:rsidRPr="00654553">
              <w:rPr>
                <w:rFonts w:ascii="Corbel" w:hAnsi="Corbel"/>
                <w:b w:val="0"/>
                <w:bCs/>
                <w:smallCaps w:val="0"/>
              </w:rPr>
              <w:t xml:space="preserve">Metody oceny efektów </w:t>
            </w:r>
            <w:r w:rsidR="4C26367A" w:rsidRPr="00654553">
              <w:rPr>
                <w:rFonts w:ascii="Corbel" w:hAnsi="Corbel"/>
                <w:b w:val="0"/>
                <w:bCs/>
                <w:smallCaps w:val="0"/>
              </w:rPr>
              <w:t>uczenia się</w:t>
            </w:r>
          </w:p>
          <w:p w14:paraId="57B12D6A" w14:textId="016083CF" w:rsidR="000D553F" w:rsidRPr="00654553" w:rsidRDefault="000D553F" w:rsidP="00654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54553">
              <w:rPr>
                <w:rFonts w:ascii="Corbel" w:hAnsi="Corbel"/>
                <w:b w:val="0"/>
                <w:bCs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C5C6C" w14:textId="0C4A2A53" w:rsidR="000D553F" w:rsidRPr="00654553" w:rsidRDefault="6BF4B2ED" w:rsidP="00654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</w:rPr>
            </w:pPr>
            <w:r w:rsidRPr="00654553">
              <w:rPr>
                <w:rFonts w:ascii="Corbel" w:hAnsi="Corbel"/>
                <w:b w:val="0"/>
                <w:bCs/>
                <w:smallCaps w:val="0"/>
              </w:rPr>
              <w:t>Forma zajęć dydaktycznych</w:t>
            </w:r>
          </w:p>
          <w:p w14:paraId="4328242F" w14:textId="6EAD5392" w:rsidR="000D553F" w:rsidRPr="00654553" w:rsidRDefault="6BF4B2ED" w:rsidP="00654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</w:rPr>
            </w:pPr>
            <w:r w:rsidRPr="00654553">
              <w:rPr>
                <w:rFonts w:ascii="Corbel" w:hAnsi="Corbel"/>
                <w:b w:val="0"/>
                <w:bCs/>
                <w:smallCaps w:val="0"/>
              </w:rPr>
              <w:t xml:space="preserve">(w, </w:t>
            </w:r>
            <w:proofErr w:type="spellStart"/>
            <w:r w:rsidRPr="00654553">
              <w:rPr>
                <w:rFonts w:ascii="Corbel" w:hAnsi="Corbel"/>
                <w:b w:val="0"/>
                <w:bCs/>
                <w:smallCaps w:val="0"/>
              </w:rPr>
              <w:t>ćw</w:t>
            </w:r>
            <w:proofErr w:type="spellEnd"/>
            <w:r w:rsidRPr="00654553">
              <w:rPr>
                <w:rFonts w:ascii="Corbel" w:hAnsi="Corbel"/>
                <w:b w:val="0"/>
                <w:bCs/>
                <w:smallCaps w:val="0"/>
              </w:rPr>
              <w:t>, …)</w:t>
            </w:r>
          </w:p>
        </w:tc>
      </w:tr>
      <w:tr w:rsidR="000D553F" w:rsidRPr="000D553F" w14:paraId="02013DC5" w14:textId="77777777" w:rsidTr="00654553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ECEB1B" w14:textId="77777777" w:rsidR="000D553F" w:rsidRPr="00654553" w:rsidRDefault="6BF4B2ED" w:rsidP="0065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43690" w14:textId="77777777" w:rsidR="000D553F" w:rsidRPr="00654553" w:rsidRDefault="6BF4B2ED" w:rsidP="0065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DFE4A" w14:textId="35538AB8" w:rsidR="000D553F" w:rsidRPr="00654553" w:rsidRDefault="009215F0" w:rsidP="0065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9215F0" w:rsidRPr="000D553F" w14:paraId="3E779BB4" w14:textId="77777777" w:rsidTr="00902A2E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B5CBA" w14:textId="77777777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0FADA" w14:textId="77777777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45F44" w14:textId="40E97064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8D0BC0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8D0BC0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9215F0" w:rsidRPr="000D553F" w14:paraId="1D80CAEC" w14:textId="77777777" w:rsidTr="00902A2E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D26BB" w14:textId="77777777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37B58" w14:textId="77777777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FCDA4" w14:textId="75DE666D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8D0BC0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8D0BC0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9215F0" w:rsidRPr="000D553F" w14:paraId="1D967860" w14:textId="77777777" w:rsidTr="00902A2E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57801" w14:textId="77777777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9A804" w14:textId="77777777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F596C" w14:textId="2629C38D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8D0BC0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8D0BC0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9215F0" w:rsidRPr="000D553F" w14:paraId="72580BB9" w14:textId="77777777" w:rsidTr="00902A2E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4C32F" w14:textId="77777777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0A06A" w14:textId="77777777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E6E124" w14:textId="4545FCB7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8D0BC0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8D0BC0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9215F0" w:rsidRPr="000D553F" w14:paraId="403C734E" w14:textId="77777777" w:rsidTr="00902A2E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6BCC2" w14:textId="77777777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41E65" w14:textId="77777777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EB9D9" w14:textId="0731590D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8D0BC0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8D0BC0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9215F0" w:rsidRPr="000D553F" w14:paraId="306684F8" w14:textId="77777777" w:rsidTr="00902A2E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04286" w14:textId="77777777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50643" w14:textId="77777777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E34A5" w14:textId="15A17AAC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8D0BC0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8D0BC0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9215F0" w:rsidRPr="000D553F" w14:paraId="09C1A1ED" w14:textId="77777777" w:rsidTr="00902A2E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7EE91" w14:textId="77777777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80DAA" w14:textId="77777777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54553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0F632" w14:textId="65F3F9EF" w:rsidR="009215F0" w:rsidRPr="00654553" w:rsidRDefault="009215F0" w:rsidP="00921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8D0BC0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8D0BC0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646DB8B1" w14:textId="77777777" w:rsidR="00B72070" w:rsidRDefault="00B7207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05355F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159B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8"/>
      </w:tblGrid>
      <w:tr w:rsidR="0085747A" w:rsidRPr="009C54AE" w14:paraId="715EACDB" w14:textId="77777777" w:rsidTr="00654553">
        <w:tc>
          <w:tcPr>
            <w:tcW w:w="8728" w:type="dxa"/>
          </w:tcPr>
          <w:p w14:paraId="6FF2D59F" w14:textId="77777777" w:rsidR="0085747A" w:rsidRPr="006545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D38028" w14:textId="213819B4" w:rsidR="45DC7110" w:rsidRPr="00654553" w:rsidRDefault="45DC7110" w:rsidP="17866FC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54553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Warunkiem uzyskania zaliczenia </w:t>
            </w:r>
            <w:r w:rsidRPr="00654553">
              <w:rPr>
                <w:rFonts w:ascii="Corbel" w:hAnsi="Corbel" w:cs="Calibri"/>
                <w:sz w:val="24"/>
                <w:szCs w:val="24"/>
              </w:rPr>
              <w:t>jest uzyskanie pozytywnej oceny</w:t>
            </w:r>
            <w:r w:rsidRPr="00654553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654553">
              <w:rPr>
                <w:rFonts w:ascii="Corbel" w:hAnsi="Corbel" w:cs="Calibri"/>
                <w:sz w:val="24"/>
                <w:szCs w:val="24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00654553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5BAC5F2" w14:textId="51DF19BA" w:rsidR="45DC7110" w:rsidRPr="00654553" w:rsidRDefault="45DC7110" w:rsidP="17866FC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54553">
              <w:rPr>
                <w:rFonts w:ascii="Corbel" w:hAnsi="Corbel" w:cs="Calibri"/>
                <w:sz w:val="24"/>
                <w:szCs w:val="24"/>
              </w:rPr>
              <w:t>Kryteriami  oceny odpowiedzi są: kompletność odpowiedzi, poprawna terminologia, aktualny stan prawny.</w:t>
            </w:r>
            <w:r w:rsidRPr="00654553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5FA0BB6" w14:textId="414C9BD2" w:rsidR="45DC7110" w:rsidRPr="00654553" w:rsidRDefault="45DC7110" w:rsidP="17866FC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54553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654553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428BB454" w14:textId="0680EBEA" w:rsidR="45DC7110" w:rsidRPr="00654553" w:rsidRDefault="45DC711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4553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65455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3AE3ECF9" w14:textId="08062834" w:rsidR="45DC7110" w:rsidRPr="00654553" w:rsidRDefault="45DC7110">
            <w:pPr>
              <w:rPr>
                <w:rFonts w:ascii="Corbel" w:hAnsi="Corbel"/>
                <w:sz w:val="24"/>
                <w:szCs w:val="24"/>
              </w:rPr>
            </w:pPr>
            <w:r w:rsidRPr="0065455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654553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65455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2566AF99" w14:textId="0FDCC8F7" w:rsidR="45DC7110" w:rsidRPr="00654553" w:rsidRDefault="45DC711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4553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65455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4AD85BFE" w14:textId="74523658" w:rsidR="45DC7110" w:rsidRPr="00654553" w:rsidRDefault="45DC7110">
            <w:pPr>
              <w:rPr>
                <w:rFonts w:ascii="Corbel" w:hAnsi="Corbel"/>
                <w:sz w:val="24"/>
                <w:szCs w:val="24"/>
              </w:rPr>
            </w:pPr>
            <w:r w:rsidRPr="0065455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654553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65455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7F153CF2" w14:textId="21242245" w:rsidR="45DC7110" w:rsidRPr="00654553" w:rsidRDefault="45DC711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4553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65455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046D54E6" w14:textId="5053E34B" w:rsidR="0085747A" w:rsidRPr="009C54AE" w:rsidRDefault="45DC7110" w:rsidP="00654553">
            <w:pPr>
              <w:rPr>
                <w:rFonts w:ascii="Corbel" w:hAnsi="Corbel"/>
                <w:b/>
                <w:smallCaps/>
                <w:szCs w:val="24"/>
              </w:rPr>
            </w:pPr>
            <w:proofErr w:type="spellStart"/>
            <w:r w:rsidRPr="00654553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654553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 poniżej 50 %.</w:t>
            </w:r>
          </w:p>
        </w:tc>
      </w:tr>
    </w:tbl>
    <w:p w14:paraId="581A3B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D1889" w14:textId="77777777" w:rsidR="000700E1" w:rsidRDefault="000700E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162E368" w14:textId="6A7A312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BAB0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126F7F22" w14:textId="77777777" w:rsidTr="000700E1">
        <w:tc>
          <w:tcPr>
            <w:tcW w:w="5132" w:type="dxa"/>
            <w:vAlign w:val="center"/>
          </w:tcPr>
          <w:p w14:paraId="1A1B70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9B4A6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E8C62E" w14:textId="77777777" w:rsidTr="000700E1">
        <w:tc>
          <w:tcPr>
            <w:tcW w:w="5132" w:type="dxa"/>
          </w:tcPr>
          <w:p w14:paraId="5A6CF6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21383F80" w14:textId="77777777" w:rsidR="0085747A" w:rsidRPr="009C54AE" w:rsidRDefault="00654946" w:rsidP="00654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0EB2AB5" w14:textId="77777777" w:rsidTr="000700E1">
        <w:tc>
          <w:tcPr>
            <w:tcW w:w="5132" w:type="dxa"/>
          </w:tcPr>
          <w:p w14:paraId="4E077A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F0656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146F67BB" w14:textId="77777777" w:rsidR="00C61DC5" w:rsidRPr="009C54AE" w:rsidRDefault="00654946" w:rsidP="00B720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4946">
              <w:rPr>
                <w:rFonts w:ascii="Corbel" w:hAnsi="Corbel"/>
                <w:sz w:val="24"/>
                <w:szCs w:val="24"/>
              </w:rPr>
              <w:t xml:space="preserve">4 (udział w konsultacjach - 2 godz., udział w </w:t>
            </w:r>
            <w:r w:rsidR="00B72070">
              <w:rPr>
                <w:rFonts w:ascii="Corbel" w:hAnsi="Corbel"/>
                <w:sz w:val="24"/>
                <w:szCs w:val="24"/>
              </w:rPr>
              <w:t>zaliczeniu</w:t>
            </w:r>
            <w:r w:rsidRPr="00654946">
              <w:rPr>
                <w:rFonts w:ascii="Corbel" w:hAnsi="Corbel"/>
                <w:sz w:val="24"/>
                <w:szCs w:val="24"/>
              </w:rPr>
              <w:t xml:space="preserve"> - 2 godz.</w:t>
            </w:r>
          </w:p>
        </w:tc>
      </w:tr>
      <w:tr w:rsidR="00C61DC5" w:rsidRPr="009C54AE" w14:paraId="5259F26A" w14:textId="77777777" w:rsidTr="000700E1">
        <w:tc>
          <w:tcPr>
            <w:tcW w:w="5132" w:type="dxa"/>
          </w:tcPr>
          <w:p w14:paraId="28D216F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C767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62CC4AAE" w14:textId="77777777" w:rsidR="00C61DC5" w:rsidRPr="009C54AE" w:rsidRDefault="00654946" w:rsidP="00654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C54AE" w14:paraId="741B4E8F" w14:textId="77777777" w:rsidTr="000700E1">
        <w:trPr>
          <w:trHeight w:val="366"/>
        </w:trPr>
        <w:tc>
          <w:tcPr>
            <w:tcW w:w="5132" w:type="dxa"/>
          </w:tcPr>
          <w:p w14:paraId="5FB5BA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9BAF379" w14:textId="77777777" w:rsidR="0085747A" w:rsidRPr="009C54AE" w:rsidRDefault="00654946" w:rsidP="00654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AD8F94B" w14:textId="77777777" w:rsidTr="000700E1">
        <w:trPr>
          <w:trHeight w:val="393"/>
        </w:trPr>
        <w:tc>
          <w:tcPr>
            <w:tcW w:w="5132" w:type="dxa"/>
          </w:tcPr>
          <w:p w14:paraId="56A1A9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12EF8BF5" w14:textId="77777777" w:rsidR="0085747A" w:rsidRPr="009C54AE" w:rsidRDefault="00654946" w:rsidP="00654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E06A11" w14:textId="77777777" w:rsidR="0085747A" w:rsidRPr="009C54AE" w:rsidRDefault="00923D7D" w:rsidP="000700E1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51F4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18FD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CCEC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6DC68A5D" w14:textId="77777777" w:rsidTr="000700E1">
        <w:trPr>
          <w:trHeight w:val="397"/>
        </w:trPr>
        <w:tc>
          <w:tcPr>
            <w:tcW w:w="3715" w:type="dxa"/>
          </w:tcPr>
          <w:p w14:paraId="4C8875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2A006F9C" w14:textId="74E73FE4" w:rsidR="0085747A" w:rsidRPr="009C54AE" w:rsidRDefault="0F0D083B" w:rsidP="19743C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743CEF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56102EB7" w14:textId="77777777" w:rsidTr="000700E1">
        <w:trPr>
          <w:trHeight w:val="397"/>
        </w:trPr>
        <w:tc>
          <w:tcPr>
            <w:tcW w:w="3715" w:type="dxa"/>
          </w:tcPr>
          <w:p w14:paraId="74B6F1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29630053" w14:textId="46A7AB0C" w:rsidR="0085747A" w:rsidRPr="009C54AE" w:rsidRDefault="040D2B9C" w:rsidP="19743C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743CEF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45DD16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A29B1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22513C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85747A" w:rsidRPr="009C54AE" w14:paraId="1FA19290" w14:textId="77777777" w:rsidTr="000700E1">
        <w:trPr>
          <w:trHeight w:val="397"/>
        </w:trPr>
        <w:tc>
          <w:tcPr>
            <w:tcW w:w="9351" w:type="dxa"/>
          </w:tcPr>
          <w:p w14:paraId="1373AEC1" w14:textId="77777777" w:rsidR="00BB7EBA" w:rsidRDefault="0085747A" w:rsidP="000700E1">
            <w:pPr>
              <w:pStyle w:val="Punktygwne"/>
              <w:spacing w:before="120" w:after="0"/>
              <w:rPr>
                <w:bCs/>
              </w:rPr>
            </w:pPr>
            <w:r w:rsidRPr="19743CEF">
              <w:rPr>
                <w:rFonts w:ascii="Corbel" w:hAnsi="Corbel"/>
                <w:bCs/>
                <w:smallCaps w:val="0"/>
              </w:rPr>
              <w:t>Literatura podstawowa:</w:t>
            </w:r>
            <w:r w:rsidR="00654946" w:rsidRPr="19743CEF">
              <w:rPr>
                <w:bCs/>
              </w:rPr>
              <w:t xml:space="preserve"> </w:t>
            </w:r>
          </w:p>
          <w:p w14:paraId="5803DB48" w14:textId="00F3A1E9" w:rsidR="00654946" w:rsidRPr="00654946" w:rsidRDefault="00654946" w:rsidP="000700E1">
            <w:pPr>
              <w:pStyle w:val="Punktygwne"/>
              <w:numPr>
                <w:ilvl w:val="0"/>
                <w:numId w:val="6"/>
              </w:numPr>
              <w:spacing w:before="120" w:after="0"/>
              <w:ind w:left="334" w:hanging="304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Teoretyczne i metodologiczne podstawy problemów z zakresu bezpieczeństwa, </w:t>
            </w:r>
            <w:r w:rsidR="000700E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red. Z.  Ściborek, Z. Zamiar, Toruń 2016; </w:t>
            </w:r>
          </w:p>
          <w:p w14:paraId="51182B1F" w14:textId="1D9706AB" w:rsidR="00BB7EBA" w:rsidRDefault="00654946" w:rsidP="000700E1">
            <w:pPr>
              <w:pStyle w:val="Punktygwne"/>
              <w:numPr>
                <w:ilvl w:val="0"/>
                <w:numId w:val="3"/>
              </w:numPr>
              <w:spacing w:before="0" w:after="0"/>
              <w:ind w:left="339" w:hanging="304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Współczesne aspekty bezpieczeństwa państwa, red. K. Graczyk, G. </w:t>
            </w:r>
            <w:proofErr w:type="spellStart"/>
            <w:r w:rsidRPr="00654946">
              <w:rPr>
                <w:rFonts w:ascii="Corbel" w:hAnsi="Corbel"/>
                <w:b w:val="0"/>
                <w:smallCaps w:val="0"/>
                <w:szCs w:val="24"/>
              </w:rPr>
              <w:t>Nagielski</w:t>
            </w:r>
            <w:proofErr w:type="spellEnd"/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00E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proofErr w:type="spellStart"/>
            <w:r w:rsidRPr="00654946">
              <w:rPr>
                <w:rFonts w:ascii="Corbel" w:hAnsi="Corbel"/>
                <w:b w:val="0"/>
                <w:smallCaps w:val="0"/>
                <w:szCs w:val="24"/>
              </w:rPr>
              <w:t>Tabaczniuk</w:t>
            </w:r>
            <w:proofErr w:type="spellEnd"/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, Zielona Góra 2015; </w:t>
            </w:r>
          </w:p>
          <w:p w14:paraId="273B2EF6" w14:textId="77777777" w:rsidR="00BB7EBA" w:rsidRDefault="00654946" w:rsidP="000700E1">
            <w:pPr>
              <w:pStyle w:val="Punktygwne"/>
              <w:numPr>
                <w:ilvl w:val="0"/>
                <w:numId w:val="3"/>
              </w:numPr>
              <w:spacing w:before="0" w:after="0"/>
              <w:ind w:left="339" w:hanging="304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W. Lis, Bezpieczeństwo </w:t>
            </w:r>
            <w:proofErr w:type="spellStart"/>
            <w:r w:rsidRPr="00654946">
              <w:rPr>
                <w:rFonts w:ascii="Corbel" w:hAnsi="Corbel"/>
                <w:b w:val="0"/>
                <w:smallCaps w:val="0"/>
                <w:szCs w:val="24"/>
              </w:rPr>
              <w:t>państwaz</w:t>
            </w:r>
            <w:proofErr w:type="spellEnd"/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 zagadnienia podstawowe, Lublin 2014; </w:t>
            </w:r>
          </w:p>
          <w:p w14:paraId="2BC172B0" w14:textId="77777777" w:rsidR="00BB7EBA" w:rsidRDefault="00654946" w:rsidP="000700E1">
            <w:pPr>
              <w:pStyle w:val="Punktygwne"/>
              <w:numPr>
                <w:ilvl w:val="0"/>
                <w:numId w:val="3"/>
              </w:numPr>
              <w:spacing w:before="0" w:after="0"/>
              <w:ind w:left="339" w:hanging="304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S. Pieprzny, Administracja bezpieczeństwa i porządku publicznego, Rzeszów 2014; </w:t>
            </w:r>
          </w:p>
          <w:p w14:paraId="0451A1F4" w14:textId="77777777" w:rsidR="00BB7EBA" w:rsidRDefault="00654946" w:rsidP="000700E1">
            <w:pPr>
              <w:pStyle w:val="Punktygwne"/>
              <w:numPr>
                <w:ilvl w:val="0"/>
                <w:numId w:val="3"/>
              </w:numPr>
              <w:spacing w:before="0" w:after="0"/>
              <w:ind w:left="339" w:hanging="304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 w:rsidRPr="00654946">
              <w:rPr>
                <w:rFonts w:ascii="Corbel" w:hAnsi="Corbel"/>
                <w:b w:val="0"/>
                <w:smallCaps w:val="0"/>
                <w:szCs w:val="24"/>
              </w:rPr>
              <w:t>Kuliniak</w:t>
            </w:r>
            <w:proofErr w:type="spellEnd"/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-Jędrzejczyk, Religie świata a bezpieczeństwo, Wrocław 2013; </w:t>
            </w:r>
          </w:p>
          <w:p w14:paraId="11CCFB8A" w14:textId="77777777" w:rsidR="00BB7EBA" w:rsidRDefault="00654946" w:rsidP="000700E1">
            <w:pPr>
              <w:pStyle w:val="Punktygwne"/>
              <w:numPr>
                <w:ilvl w:val="0"/>
                <w:numId w:val="3"/>
              </w:numPr>
              <w:spacing w:before="0" w:after="0"/>
              <w:ind w:left="339" w:hanging="304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Ciupiński, Wspólna Polityka Bezpieczeństwa i Obrony Unii Europejskiej, geneza, rozwój, funkcjonowanie, Warszawa 2013; </w:t>
            </w:r>
          </w:p>
          <w:p w14:paraId="024E9B4B" w14:textId="77777777" w:rsidR="00BB7EBA" w:rsidRDefault="00654946" w:rsidP="000700E1">
            <w:pPr>
              <w:pStyle w:val="Punktygwne"/>
              <w:numPr>
                <w:ilvl w:val="0"/>
                <w:numId w:val="3"/>
              </w:numPr>
              <w:spacing w:before="0" w:after="0"/>
              <w:ind w:left="339" w:hanging="304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Doświadczenia organizacji bezpieczeństwa narodowego Polski od X do XX wieku. Wnioski dla Polski w XXI wieku, J. Marczak „et al”, Warszawa 2013;  </w:t>
            </w:r>
          </w:p>
          <w:p w14:paraId="7B068BE2" w14:textId="45E7893E" w:rsidR="00BB7EBA" w:rsidRDefault="00654946" w:rsidP="000700E1">
            <w:pPr>
              <w:pStyle w:val="Punktygwne"/>
              <w:numPr>
                <w:ilvl w:val="0"/>
                <w:numId w:val="3"/>
              </w:numPr>
              <w:spacing w:before="0" w:after="0"/>
              <w:ind w:left="339" w:hanging="304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Cichy, C. Szyjko, Bezpieczeństwo międzynarodowe w teorii i praktyce. </w:t>
            </w:r>
            <w:r w:rsidR="000700E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Wybrane aspekty prawno-organizacyjne, Warszawa 2014; </w:t>
            </w:r>
          </w:p>
          <w:p w14:paraId="0F03CB79" w14:textId="77777777" w:rsidR="0085747A" w:rsidRPr="009C54AE" w:rsidRDefault="00654946" w:rsidP="000700E1">
            <w:pPr>
              <w:pStyle w:val="Punktygwne"/>
              <w:numPr>
                <w:ilvl w:val="0"/>
                <w:numId w:val="3"/>
              </w:numPr>
              <w:spacing w:before="0" w:after="120"/>
              <w:ind w:left="334" w:hanging="30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>J. Karpowicz, Strategia bezpieczeństwa państwa demokratycznego, Dęblin 2013;</w:t>
            </w:r>
          </w:p>
        </w:tc>
      </w:tr>
      <w:tr w:rsidR="0085747A" w:rsidRPr="009C54AE" w14:paraId="64A7D1B2" w14:textId="77777777" w:rsidTr="000700E1">
        <w:trPr>
          <w:trHeight w:val="397"/>
        </w:trPr>
        <w:tc>
          <w:tcPr>
            <w:tcW w:w="9351" w:type="dxa"/>
          </w:tcPr>
          <w:p w14:paraId="14805B3B" w14:textId="77777777" w:rsidR="0085747A" w:rsidRDefault="0085747A" w:rsidP="000700E1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</w:rPr>
            </w:pPr>
            <w:r w:rsidRPr="19743CEF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95504B2" w14:textId="77777777" w:rsidR="00361450" w:rsidRPr="000700E1" w:rsidRDefault="00361450" w:rsidP="000700E1">
            <w:pPr>
              <w:numPr>
                <w:ilvl w:val="0"/>
                <w:numId w:val="7"/>
              </w:numPr>
              <w:spacing w:after="0" w:line="240" w:lineRule="auto"/>
              <w:ind w:left="319" w:hanging="289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700E1">
              <w:rPr>
                <w:rFonts w:ascii="Corbel" w:eastAsia="Cambria" w:hAnsi="Corbel"/>
                <w:sz w:val="24"/>
                <w:szCs w:val="24"/>
              </w:rPr>
              <w:t xml:space="preserve">A. Łuszczyński, Myśl </w:t>
            </w:r>
            <w:proofErr w:type="spellStart"/>
            <w:r w:rsidRPr="000700E1">
              <w:rPr>
                <w:rFonts w:ascii="Corbel" w:eastAsia="Cambria" w:hAnsi="Corbel"/>
                <w:sz w:val="24"/>
                <w:szCs w:val="24"/>
              </w:rPr>
              <w:t>polityczno</w:t>
            </w:r>
            <w:proofErr w:type="spellEnd"/>
            <w:r w:rsidRPr="000700E1">
              <w:rPr>
                <w:rFonts w:ascii="Corbel" w:eastAsia="Cambria" w:hAnsi="Corbel"/>
                <w:sz w:val="24"/>
                <w:szCs w:val="24"/>
              </w:rPr>
              <w:t xml:space="preserve"> – prawna Tomasza G. Masaryka jako rodzaj mitu państwotwórczego, Rzeszów 2013.</w:t>
            </w:r>
          </w:p>
          <w:p w14:paraId="4F695B1B" w14:textId="77777777" w:rsidR="00361450" w:rsidRPr="000700E1" w:rsidRDefault="00361450" w:rsidP="000700E1">
            <w:pPr>
              <w:numPr>
                <w:ilvl w:val="0"/>
                <w:numId w:val="7"/>
              </w:numPr>
              <w:spacing w:after="0" w:line="240" w:lineRule="auto"/>
              <w:ind w:left="319" w:hanging="289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700E1">
              <w:rPr>
                <w:rFonts w:ascii="Corbel" w:eastAsia="Cambria" w:hAnsi="Corbel"/>
                <w:sz w:val="24"/>
                <w:szCs w:val="24"/>
              </w:rPr>
              <w:t>M. Niemczyk, Upojeni wolnością. Historia i idee Praskiej Wiosny jako próba wdrożenia socjalizmu z ludzką twarzą [w:] O. Górecki (red.), Wolność człowieka i jego granice. Antologia pojęcia w doktrynach polityczno-prawnych. Od Nietzschego do współczesności, Wydawnictwo Uniwersytetu Łódzkiego, Łódź 2019</w:t>
            </w:r>
          </w:p>
          <w:p w14:paraId="78FA984D" w14:textId="77777777" w:rsidR="00361450" w:rsidRPr="000700E1" w:rsidRDefault="00361450" w:rsidP="000700E1">
            <w:pPr>
              <w:numPr>
                <w:ilvl w:val="0"/>
                <w:numId w:val="7"/>
              </w:numPr>
              <w:spacing w:after="0" w:line="240" w:lineRule="auto"/>
              <w:ind w:left="319" w:hanging="289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700E1">
              <w:rPr>
                <w:rFonts w:ascii="Corbel" w:eastAsia="Cambria" w:hAnsi="Corbel"/>
                <w:sz w:val="24"/>
                <w:szCs w:val="24"/>
              </w:rPr>
              <w:lastRenderedPageBreak/>
              <w:t>M. Merkwa, U źródeł idei praw człowieka, Lublin 2018.</w:t>
            </w:r>
          </w:p>
          <w:p w14:paraId="7E000F44" w14:textId="77777777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Czuryk</w:t>
            </w:r>
            <w:proofErr w:type="spellEnd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Dunaj, M. Karpiuk, K. Prokop. Bezpieczeństwo państwa, zagadnienia prawno-administracyjne, Olsztyn 2016: </w:t>
            </w:r>
          </w:p>
          <w:p w14:paraId="0ACA106A" w14:textId="77777777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Lutostański, Główne komponenty architektury ochrony bezpieczeństwa państwa, Łódź-Warszawa 2014; Bezpieczeństwo narodowe i międzynarodowe wobec wyzwań współczesnego świata, red. M. Marszałek, W. </w:t>
            </w:r>
            <w:proofErr w:type="spellStart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Kitler</w:t>
            </w:r>
            <w:proofErr w:type="spellEnd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2014; </w:t>
            </w:r>
          </w:p>
          <w:p w14:paraId="474EFB8F" w14:textId="078215E4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Bezpieczeństwo narodowe i międzynarodowe wobec wyzwań współczesnego świata. Współczesne wyzwania dla podmiotów euroatlantyckiego środowiska bezpieczeństwa, red. M. Marszałek, W. </w:t>
            </w:r>
            <w:proofErr w:type="spellStart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Kitler</w:t>
            </w:r>
            <w:proofErr w:type="spellEnd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14:paraId="1CD46811" w14:textId="248E921D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Bezpieczeństwo w polskiej polityce zagranicznej, red. W. Śmiałek, Warszawa 2014;</w:t>
            </w:r>
          </w:p>
          <w:p w14:paraId="43124FBD" w14:textId="0C88248D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Bezpieczeństwo międzynarodowe w XXI wieku. Wybrane problemy, red. naukowa </w:t>
            </w:r>
            <w:r w:rsid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Cziomer</w:t>
            </w:r>
            <w:proofErr w:type="spellEnd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2010;M. Lutostański, Prawo a bezpieczeństwo narodu i państwa, Łódź-Warszawa 2011; </w:t>
            </w:r>
          </w:p>
          <w:p w14:paraId="350ADAC4" w14:textId="5DEEE9AC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Walzer</w:t>
            </w:r>
            <w:proofErr w:type="spellEnd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Wojny sprawiedliwe i niesprawiedliwe: rozważania natury moralnej </w:t>
            </w:r>
            <w:r w:rsid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uwzględnieniem przykładów historycznych, Warszawa 2010; </w:t>
            </w:r>
          </w:p>
          <w:p w14:paraId="0C5AF649" w14:textId="31874B05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Bezpieczeństwo międzynarodowe. Przegląd aktualnego stanu, red. K. Żukrowska, Warszawa 2011; </w:t>
            </w:r>
          </w:p>
          <w:p w14:paraId="581BBB4B" w14:textId="2E55C8FF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 </w:t>
            </w:r>
            <w:proofErr w:type="spellStart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Czaputowcz</w:t>
            </w:r>
            <w:proofErr w:type="spellEnd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Bezpieczeństwo międzynarodowe, Współczesne koncepcje, </w:t>
            </w:r>
            <w:r w:rsid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2012; </w:t>
            </w:r>
          </w:p>
          <w:p w14:paraId="337F3B1D" w14:textId="2C0CB1BC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Biała Księga Bezpieczeństwa Narodowego Rzeczpospolitej Polskiej, Warszawa 2013;</w:t>
            </w:r>
          </w:p>
          <w:p w14:paraId="5BD9A3FC" w14:textId="77777777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Pawłowski, Między bezstronnością a solidarnością międzynarodową. Polityka bezpieczeństwa europejskich państw neutralnych i </w:t>
            </w:r>
            <w:proofErr w:type="spellStart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bezaliansowych</w:t>
            </w:r>
            <w:proofErr w:type="spellEnd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zimnej wojnie, Warszawa 2013; </w:t>
            </w:r>
          </w:p>
          <w:p w14:paraId="67583365" w14:textId="77777777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</w:t>
            </w:r>
            <w:proofErr w:type="spellStart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Kałążna</w:t>
            </w:r>
            <w:proofErr w:type="spellEnd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 Rosicki, Wymiary bezpieczeństwa energetycznego Unii Europejskiej, Poznań 2010;</w:t>
            </w:r>
          </w:p>
          <w:p w14:paraId="6D18ED5E" w14:textId="7E0B3DA1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Bezpieczeństwo w XXI wieku, strategie bezpieczeństwa narodowego Polski i wybranych państw, red.. Z. Nowakowski, H. Szafran, R. Szafran, Rzeszów 2008;</w:t>
            </w:r>
          </w:p>
          <w:p w14:paraId="56CF9A58" w14:textId="77777777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Barcik, Europejska Polityka Bezpieczeństwa i Obrony, aspekty prawne i polityczne, Katowice 2008; </w:t>
            </w:r>
          </w:p>
          <w:p w14:paraId="272CE8E7" w14:textId="77777777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Bezpieczeństwo międzynarodowe, teoria i praktyka, red. K. Żukrowska, R. </w:t>
            </w:r>
            <w:proofErr w:type="spellStart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Grącik</w:t>
            </w:r>
            <w:proofErr w:type="spellEnd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Warszawa 2006; </w:t>
            </w:r>
          </w:p>
          <w:p w14:paraId="0834CBCF" w14:textId="10483C82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Moralne problemy bezpieczeństwa, red. J. Konieczny, Kraków 2008;</w:t>
            </w:r>
          </w:p>
          <w:p w14:paraId="56D64E97" w14:textId="2C7B547E" w:rsidR="00BB7EBA" w:rsidRPr="000700E1" w:rsidRDefault="009215F0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Parlamentarny</w:t>
            </w:r>
            <w:r w:rsidR="00BB7EBA"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nadzór nad sektorem bezpieczeństwa, Zasady, mechanizmy, praktyki, red. wyd. pol. J.S. Kugler, Warszawa 2004;</w:t>
            </w:r>
          </w:p>
          <w:p w14:paraId="54D77920" w14:textId="1CA728F7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Nowakowski, Bezpieczeństwo państwa w koncepcjach programowych partii parlamentarnych w Polsce po 1989 r., Warszawa 2009;</w:t>
            </w:r>
          </w:p>
          <w:p w14:paraId="09B08013" w14:textId="77777777" w:rsidR="00BB7EBA" w:rsidRPr="000700E1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0"/>
              <w:ind w:left="319" w:hanging="2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R.  Aleksandrowicz, Bezpieczeństwo w Unii Europejskiej, Warszawa 2011;</w:t>
            </w:r>
          </w:p>
          <w:p w14:paraId="2AB45EDB" w14:textId="77777777" w:rsidR="00BB7EBA" w:rsidRPr="009C54AE" w:rsidRDefault="00BB7EBA" w:rsidP="000700E1">
            <w:pPr>
              <w:pStyle w:val="Punktygwne"/>
              <w:numPr>
                <w:ilvl w:val="0"/>
                <w:numId w:val="7"/>
              </w:numPr>
              <w:spacing w:before="0" w:after="120"/>
              <w:ind w:left="317" w:hanging="28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Demkiewicz</w:t>
            </w:r>
            <w:proofErr w:type="spellEnd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Integracja Europy Zachodniej w dziedzinie bezpieczeństwa i obrony. Od EWO do </w:t>
            </w:r>
            <w:proofErr w:type="spellStart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WEPBiO</w:t>
            </w:r>
            <w:proofErr w:type="spellEnd"/>
            <w:r w:rsidRPr="00070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2012;  Dziennik Urzędowy Unii Europejskiej.</w:t>
            </w:r>
          </w:p>
        </w:tc>
      </w:tr>
    </w:tbl>
    <w:p w14:paraId="152487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63E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4F436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C65F1" w14:textId="77777777" w:rsidR="00012307" w:rsidRDefault="00012307" w:rsidP="00C16ABF">
      <w:pPr>
        <w:spacing w:after="0" w:line="240" w:lineRule="auto"/>
      </w:pPr>
      <w:r>
        <w:separator/>
      </w:r>
    </w:p>
  </w:endnote>
  <w:endnote w:type="continuationSeparator" w:id="0">
    <w:p w14:paraId="2DC174A3" w14:textId="77777777" w:rsidR="00012307" w:rsidRDefault="000123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16F9F" w14:textId="77777777" w:rsidR="00012307" w:rsidRDefault="00012307" w:rsidP="00C16ABF">
      <w:pPr>
        <w:spacing w:after="0" w:line="240" w:lineRule="auto"/>
      </w:pPr>
      <w:r>
        <w:separator/>
      </w:r>
    </w:p>
  </w:footnote>
  <w:footnote w:type="continuationSeparator" w:id="0">
    <w:p w14:paraId="3AD67CC9" w14:textId="77777777" w:rsidR="00012307" w:rsidRDefault="0001230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877"/>
        </w:tabs>
        <w:ind w:left="6597" w:hanging="360"/>
      </w:pPr>
      <w:rPr>
        <w:rFonts w:eastAsia="TimesNewRomanPSMT"/>
        <w:b w:val="0"/>
        <w:bCs w:val="0"/>
        <w:color w:val="000000"/>
        <w:w w:val="78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957"/>
        </w:tabs>
        <w:ind w:left="6957" w:hanging="360"/>
      </w:pPr>
    </w:lvl>
    <w:lvl w:ilvl="2">
      <w:start w:val="1"/>
      <w:numFmt w:val="decimal"/>
      <w:lvlText w:val="%3."/>
      <w:lvlJc w:val="left"/>
      <w:pPr>
        <w:tabs>
          <w:tab w:val="num" w:pos="7317"/>
        </w:tabs>
        <w:ind w:left="7317" w:hanging="360"/>
      </w:pPr>
    </w:lvl>
    <w:lvl w:ilvl="3">
      <w:start w:val="1"/>
      <w:numFmt w:val="decimal"/>
      <w:lvlText w:val="%4."/>
      <w:lvlJc w:val="left"/>
      <w:pPr>
        <w:tabs>
          <w:tab w:val="num" w:pos="7677"/>
        </w:tabs>
        <w:ind w:left="7677" w:hanging="360"/>
      </w:pPr>
    </w:lvl>
    <w:lvl w:ilvl="4">
      <w:start w:val="1"/>
      <w:numFmt w:val="decimal"/>
      <w:lvlText w:val="%5."/>
      <w:lvlJc w:val="left"/>
      <w:pPr>
        <w:tabs>
          <w:tab w:val="num" w:pos="8037"/>
        </w:tabs>
        <w:ind w:left="8037" w:hanging="360"/>
      </w:pPr>
    </w:lvl>
    <w:lvl w:ilvl="5">
      <w:start w:val="1"/>
      <w:numFmt w:val="decimal"/>
      <w:lvlText w:val="%6."/>
      <w:lvlJc w:val="left"/>
      <w:pPr>
        <w:tabs>
          <w:tab w:val="num" w:pos="8397"/>
        </w:tabs>
        <w:ind w:left="8397" w:hanging="360"/>
      </w:pPr>
    </w:lvl>
    <w:lvl w:ilvl="6">
      <w:start w:val="1"/>
      <w:numFmt w:val="decimal"/>
      <w:lvlText w:val="%7."/>
      <w:lvlJc w:val="left"/>
      <w:pPr>
        <w:tabs>
          <w:tab w:val="num" w:pos="8757"/>
        </w:tabs>
        <w:ind w:left="8757" w:hanging="360"/>
      </w:pPr>
    </w:lvl>
    <w:lvl w:ilvl="7">
      <w:start w:val="1"/>
      <w:numFmt w:val="decimal"/>
      <w:lvlText w:val="%8."/>
      <w:lvlJc w:val="left"/>
      <w:pPr>
        <w:tabs>
          <w:tab w:val="num" w:pos="9117"/>
        </w:tabs>
        <w:ind w:left="9117" w:hanging="360"/>
      </w:pPr>
    </w:lvl>
    <w:lvl w:ilvl="8">
      <w:start w:val="1"/>
      <w:numFmt w:val="decimal"/>
      <w:lvlText w:val="%9."/>
      <w:lvlJc w:val="left"/>
      <w:pPr>
        <w:tabs>
          <w:tab w:val="num" w:pos="9477"/>
        </w:tabs>
        <w:ind w:left="9477" w:hanging="360"/>
      </w:pPr>
    </w:lvl>
  </w:abstractNum>
  <w:abstractNum w:abstractNumId="1" w15:restartNumberingAfterBreak="0">
    <w:nsid w:val="16AB5F49"/>
    <w:multiLevelType w:val="hybridMultilevel"/>
    <w:tmpl w:val="7C88F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DF5DAF"/>
    <w:multiLevelType w:val="hybridMultilevel"/>
    <w:tmpl w:val="8C8C50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C45F3D"/>
    <w:multiLevelType w:val="hybridMultilevel"/>
    <w:tmpl w:val="03E8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DE039B"/>
    <w:multiLevelType w:val="hybridMultilevel"/>
    <w:tmpl w:val="FF5048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A0D00"/>
    <w:multiLevelType w:val="hybridMultilevel"/>
    <w:tmpl w:val="B29A5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032E82"/>
    <w:multiLevelType w:val="hybridMultilevel"/>
    <w:tmpl w:val="EC5ADE9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932A3"/>
    <w:multiLevelType w:val="hybridMultilevel"/>
    <w:tmpl w:val="CDA48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525070">
    <w:abstractNumId w:val="2"/>
  </w:num>
  <w:num w:numId="2" w16cid:durableId="1261258931">
    <w:abstractNumId w:val="0"/>
  </w:num>
  <w:num w:numId="3" w16cid:durableId="706832795">
    <w:abstractNumId w:val="8"/>
  </w:num>
  <w:num w:numId="4" w16cid:durableId="1310673922">
    <w:abstractNumId w:val="7"/>
  </w:num>
  <w:num w:numId="5" w16cid:durableId="1989556323">
    <w:abstractNumId w:val="5"/>
  </w:num>
  <w:num w:numId="6" w16cid:durableId="499008206">
    <w:abstractNumId w:val="6"/>
  </w:num>
  <w:num w:numId="7" w16cid:durableId="603659926">
    <w:abstractNumId w:val="1"/>
  </w:num>
  <w:num w:numId="8" w16cid:durableId="52434011">
    <w:abstractNumId w:val="3"/>
  </w:num>
  <w:num w:numId="9" w16cid:durableId="104733855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307"/>
    <w:rsid w:val="00015B8F"/>
    <w:rsid w:val="00022ECE"/>
    <w:rsid w:val="00042A51"/>
    <w:rsid w:val="00042D2E"/>
    <w:rsid w:val="00044C82"/>
    <w:rsid w:val="000700E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53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2201"/>
    <w:rsid w:val="001F2CA2"/>
    <w:rsid w:val="002144C0"/>
    <w:rsid w:val="0022477D"/>
    <w:rsid w:val="002278A9"/>
    <w:rsid w:val="002336F9"/>
    <w:rsid w:val="0023655E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A6"/>
    <w:rsid w:val="002F4ABE"/>
    <w:rsid w:val="003018BA"/>
    <w:rsid w:val="0030395F"/>
    <w:rsid w:val="00305C92"/>
    <w:rsid w:val="003151C5"/>
    <w:rsid w:val="003343CF"/>
    <w:rsid w:val="0034364F"/>
    <w:rsid w:val="00343699"/>
    <w:rsid w:val="00346FE9"/>
    <w:rsid w:val="0034759A"/>
    <w:rsid w:val="003503F6"/>
    <w:rsid w:val="003530DD"/>
    <w:rsid w:val="00354A71"/>
    <w:rsid w:val="0036145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514"/>
    <w:rsid w:val="004652C2"/>
    <w:rsid w:val="00465522"/>
    <w:rsid w:val="004706D1"/>
    <w:rsid w:val="00471326"/>
    <w:rsid w:val="0047598D"/>
    <w:rsid w:val="004840FD"/>
    <w:rsid w:val="00490F7D"/>
    <w:rsid w:val="00491678"/>
    <w:rsid w:val="004968E2"/>
    <w:rsid w:val="0049736F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0F04"/>
    <w:rsid w:val="005A133C"/>
    <w:rsid w:val="005A3196"/>
    <w:rsid w:val="005C080F"/>
    <w:rsid w:val="005C55E5"/>
    <w:rsid w:val="005C696A"/>
    <w:rsid w:val="005E5A0C"/>
    <w:rsid w:val="005E6E85"/>
    <w:rsid w:val="005F31D2"/>
    <w:rsid w:val="005F31DC"/>
    <w:rsid w:val="0061029B"/>
    <w:rsid w:val="00617230"/>
    <w:rsid w:val="00621CE1"/>
    <w:rsid w:val="00627FC9"/>
    <w:rsid w:val="00647FA8"/>
    <w:rsid w:val="00650C5F"/>
    <w:rsid w:val="00651D5A"/>
    <w:rsid w:val="00654553"/>
    <w:rsid w:val="00654934"/>
    <w:rsid w:val="00654946"/>
    <w:rsid w:val="006620D9"/>
    <w:rsid w:val="00671958"/>
    <w:rsid w:val="00675843"/>
    <w:rsid w:val="00696477"/>
    <w:rsid w:val="006C13B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37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4D4"/>
    <w:rsid w:val="007F4155"/>
    <w:rsid w:val="00801DE5"/>
    <w:rsid w:val="0081554D"/>
    <w:rsid w:val="0081707E"/>
    <w:rsid w:val="008207E7"/>
    <w:rsid w:val="008449B3"/>
    <w:rsid w:val="00851470"/>
    <w:rsid w:val="008552A2"/>
    <w:rsid w:val="0085747A"/>
    <w:rsid w:val="00884922"/>
    <w:rsid w:val="00885F64"/>
    <w:rsid w:val="008917F9"/>
    <w:rsid w:val="008A45F7"/>
    <w:rsid w:val="008B52E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5F0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B1F"/>
    <w:rsid w:val="00A97DE1"/>
    <w:rsid w:val="00AA7A67"/>
    <w:rsid w:val="00AB053C"/>
    <w:rsid w:val="00AD1146"/>
    <w:rsid w:val="00AD27D3"/>
    <w:rsid w:val="00AD66D6"/>
    <w:rsid w:val="00AE1160"/>
    <w:rsid w:val="00AE203C"/>
    <w:rsid w:val="00AE2E74"/>
    <w:rsid w:val="00AE5FCB"/>
    <w:rsid w:val="00AE66BB"/>
    <w:rsid w:val="00AF2C1E"/>
    <w:rsid w:val="00AF5CED"/>
    <w:rsid w:val="00B06142"/>
    <w:rsid w:val="00B135B1"/>
    <w:rsid w:val="00B3130B"/>
    <w:rsid w:val="00B40ADB"/>
    <w:rsid w:val="00B43B77"/>
    <w:rsid w:val="00B43E80"/>
    <w:rsid w:val="00B463C7"/>
    <w:rsid w:val="00B607DB"/>
    <w:rsid w:val="00B66529"/>
    <w:rsid w:val="00B72070"/>
    <w:rsid w:val="00B75946"/>
    <w:rsid w:val="00B8056E"/>
    <w:rsid w:val="00B819C8"/>
    <w:rsid w:val="00B82308"/>
    <w:rsid w:val="00B90885"/>
    <w:rsid w:val="00B94200"/>
    <w:rsid w:val="00BA795E"/>
    <w:rsid w:val="00BB520A"/>
    <w:rsid w:val="00BB7EBA"/>
    <w:rsid w:val="00BC107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376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AA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0465"/>
    <w:rsid w:val="00EC4899"/>
    <w:rsid w:val="00ED03AB"/>
    <w:rsid w:val="00ED32D2"/>
    <w:rsid w:val="00EE32DE"/>
    <w:rsid w:val="00EE5457"/>
    <w:rsid w:val="00F070AB"/>
    <w:rsid w:val="00F17567"/>
    <w:rsid w:val="00F23E6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0D2B9C"/>
    <w:rsid w:val="0F0D083B"/>
    <w:rsid w:val="14A0CBCC"/>
    <w:rsid w:val="17866FC4"/>
    <w:rsid w:val="19743CEF"/>
    <w:rsid w:val="23719AFC"/>
    <w:rsid w:val="2F386C72"/>
    <w:rsid w:val="2F79DEA3"/>
    <w:rsid w:val="3BF31402"/>
    <w:rsid w:val="3DBAAD61"/>
    <w:rsid w:val="40F24E23"/>
    <w:rsid w:val="432F276C"/>
    <w:rsid w:val="45DC7110"/>
    <w:rsid w:val="49D00D18"/>
    <w:rsid w:val="4C26367A"/>
    <w:rsid w:val="5E661F66"/>
    <w:rsid w:val="637BD851"/>
    <w:rsid w:val="6BF4B2ED"/>
    <w:rsid w:val="6DDDD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BF4BE"/>
  <w15:docId w15:val="{22D5BC7D-8963-4AAE-A33B-4FFACBEE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34364F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B152D-A721-4C96-875A-CFEB4D13F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1492</Words>
  <Characters>8957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14</cp:revision>
  <cp:lastPrinted>2025-10-10T08:50:00Z</cp:lastPrinted>
  <dcterms:created xsi:type="dcterms:W3CDTF">2023-10-02T07:26:00Z</dcterms:created>
  <dcterms:modified xsi:type="dcterms:W3CDTF">2025-10-10T08:50:00Z</dcterms:modified>
</cp:coreProperties>
</file>